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6C0B1" w14:textId="77777777" w:rsidR="00540D4E" w:rsidRDefault="00A028F1" w:rsidP="00540D4E">
      <w:pPr>
        <w:pStyle w:val="Checklist"/>
        <w:tabs>
          <w:tab w:val="left" w:pos="4111"/>
        </w:tabs>
      </w:pPr>
      <w:r>
        <w:t>Grid Code</w:t>
      </w:r>
      <w:r w:rsidR="00540D4E" w:rsidRPr="00540D4E">
        <w:t xml:space="preserve"> </w:t>
      </w:r>
      <w:r w:rsidR="00CA0D40" w:rsidRPr="00CA0D40">
        <w:t>Alternative and Workgroup Vote</w:t>
      </w:r>
    </w:p>
    <w:p w14:paraId="358AFAD4" w14:textId="77777777" w:rsidR="00EF6704" w:rsidRDefault="00EF6704" w:rsidP="0006725A">
      <w:pPr>
        <w:ind w:right="113"/>
        <w:rPr>
          <w:rFonts w:cs="Arial"/>
          <w:b/>
          <w:sz w:val="24"/>
        </w:rPr>
      </w:pPr>
    </w:p>
    <w:p w14:paraId="2FC55728" w14:textId="72DCBC64" w:rsidR="003C60F9" w:rsidRPr="00760AB5" w:rsidRDefault="00D3707B" w:rsidP="003C60F9">
      <w:pPr>
        <w:rPr>
          <w:rFonts w:cs="Arial"/>
          <w:b/>
          <w:color w:val="F26522" w:themeColor="accent1"/>
          <w:sz w:val="28"/>
        </w:rPr>
      </w:pPr>
      <w:bookmarkStart w:id="0" w:name="_Hlk31877162"/>
      <w:r>
        <w:rPr>
          <w:rFonts w:cs="Arial"/>
          <w:b/>
          <w:color w:val="F26522" w:themeColor="accent1"/>
          <w:sz w:val="28"/>
        </w:rPr>
        <w:t>GC</w:t>
      </w:r>
      <w:r w:rsidR="00CA53B9">
        <w:rPr>
          <w:rFonts w:cs="Arial"/>
          <w:b/>
          <w:color w:val="F26522" w:themeColor="accent1"/>
          <w:sz w:val="28"/>
        </w:rPr>
        <w:t>0156</w:t>
      </w:r>
      <w:r w:rsidR="003C60F9" w:rsidRPr="00760AB5">
        <w:rPr>
          <w:rFonts w:cs="Arial"/>
          <w:b/>
          <w:color w:val="F26522" w:themeColor="accent1"/>
          <w:sz w:val="28"/>
        </w:rPr>
        <w:t xml:space="preserve">: </w:t>
      </w:r>
      <w:r w:rsidR="00032994" w:rsidRPr="00032994">
        <w:rPr>
          <w:rFonts w:cs="Arial"/>
          <w:b/>
          <w:color w:val="F26522" w:themeColor="accent1"/>
          <w:sz w:val="28"/>
        </w:rPr>
        <w:t>Facilitating the Implementation of the Electricity System Restoration Standard</w:t>
      </w:r>
    </w:p>
    <w:bookmarkEnd w:id="0"/>
    <w:p w14:paraId="40AD5F97" w14:textId="77777777" w:rsidR="0006725A" w:rsidRDefault="0006725A" w:rsidP="0006725A">
      <w:pPr>
        <w:pStyle w:val="BodyText"/>
        <w:rPr>
          <w:sz w:val="24"/>
        </w:rPr>
      </w:pPr>
    </w:p>
    <w:p w14:paraId="5638F753"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62751254" w14:textId="77777777" w:rsidR="00D9239D" w:rsidRDefault="001C44FE" w:rsidP="0012195F">
      <w:pPr>
        <w:pStyle w:val="BodyText"/>
        <w:rPr>
          <w:sz w:val="24"/>
        </w:rPr>
      </w:pPr>
      <w:r w:rsidRPr="009E5084">
        <w:rPr>
          <w:b/>
          <w:sz w:val="24"/>
        </w:rPr>
        <w:t>Stage 1 - Alternative Vote</w:t>
      </w:r>
    </w:p>
    <w:p w14:paraId="404CFEED"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w:t>
      </w:r>
      <w:r w:rsidR="007564CE">
        <w:rPr>
          <w:sz w:val="24"/>
        </w:rPr>
        <w:t xml:space="preserve"> Grid</w:t>
      </w:r>
      <w:r w:rsidR="0012195F">
        <w:rPr>
          <w:sz w:val="24"/>
        </w:rPr>
        <w:t xml:space="preserve"> Code Modifications</w:t>
      </w:r>
      <w:r w:rsidR="007564CE">
        <w:rPr>
          <w:sz w:val="24"/>
        </w:rPr>
        <w:t xml:space="preserve"> (WAGCM</w:t>
      </w:r>
      <w:r w:rsidR="005307B1">
        <w:rPr>
          <w:sz w:val="24"/>
        </w:rPr>
        <w:t>s)</w:t>
      </w:r>
      <w:r w:rsidR="00F23797">
        <w:rPr>
          <w:sz w:val="24"/>
        </w:rPr>
        <w:t>.</w:t>
      </w:r>
    </w:p>
    <w:p w14:paraId="64DC9ED7" w14:textId="77777777" w:rsidR="001C44FE" w:rsidRPr="009E5084" w:rsidRDefault="001C44FE" w:rsidP="001C44FE">
      <w:pPr>
        <w:pStyle w:val="BodyText"/>
        <w:rPr>
          <w:b/>
          <w:sz w:val="24"/>
        </w:rPr>
      </w:pPr>
      <w:r w:rsidRPr="009E5084">
        <w:rPr>
          <w:b/>
          <w:sz w:val="24"/>
        </w:rPr>
        <w:t xml:space="preserve">Stage 2 - Workgroup Vote </w:t>
      </w:r>
    </w:p>
    <w:p w14:paraId="7EC688A6"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w:t>
      </w:r>
      <w:r w:rsidR="007727DD">
        <w:rPr>
          <w:sz w:val="24"/>
        </w:rPr>
        <w:t>Orig</w:t>
      </w:r>
      <w:r w:rsidR="00942A23">
        <w:rPr>
          <w:sz w:val="24"/>
        </w:rPr>
        <w:t>inal and WA</w:t>
      </w:r>
      <w:r w:rsidR="007564CE">
        <w:rPr>
          <w:sz w:val="24"/>
        </w:rPr>
        <w:t>G</w:t>
      </w:r>
      <w:r w:rsidR="00942A23">
        <w:rPr>
          <w:sz w:val="24"/>
        </w:rPr>
        <w:t>CMs</w:t>
      </w:r>
      <w:r w:rsidR="00FC73E3">
        <w:rPr>
          <w:sz w:val="24"/>
        </w:rPr>
        <w:t xml:space="preserve"> (if there are any)</w:t>
      </w:r>
      <w:r w:rsidR="00942A23">
        <w:rPr>
          <w:sz w:val="24"/>
        </w:rPr>
        <w:t xml:space="preserve"> against the </w:t>
      </w:r>
      <w:r w:rsidR="007564CE">
        <w:rPr>
          <w:sz w:val="24"/>
        </w:rPr>
        <w:t>Grid Code</w:t>
      </w:r>
      <w:r w:rsidR="00942A23">
        <w:rPr>
          <w:sz w:val="24"/>
        </w:rPr>
        <w:t xml:space="preserve"> objectives</w:t>
      </w:r>
      <w:r w:rsidR="004046AC">
        <w:rPr>
          <w:sz w:val="24"/>
        </w:rPr>
        <w:t xml:space="preserve"> compared to the baseline</w:t>
      </w:r>
      <w:r w:rsidR="00627EDB">
        <w:rPr>
          <w:sz w:val="24"/>
        </w:rPr>
        <w:t xml:space="preserve"> (the current </w:t>
      </w:r>
      <w:r w:rsidR="007564CE">
        <w:rPr>
          <w:sz w:val="24"/>
        </w:rPr>
        <w:t>Grid Code</w:t>
      </w:r>
      <w:r w:rsidR="00627EDB">
        <w:rPr>
          <w:sz w:val="24"/>
        </w:rPr>
        <w:t>)</w:t>
      </w:r>
      <w:r w:rsidR="00145A1F">
        <w:rPr>
          <w:sz w:val="24"/>
        </w:rPr>
        <w:t>.</w:t>
      </w:r>
      <w:r w:rsidR="000C08E0">
        <w:rPr>
          <w:sz w:val="24"/>
        </w:rPr>
        <w:t xml:space="preserve"> </w:t>
      </w:r>
    </w:p>
    <w:p w14:paraId="217553C0" w14:textId="77777777" w:rsidR="001C44FE" w:rsidRDefault="00A33530" w:rsidP="001C44FE">
      <w:pPr>
        <w:pStyle w:val="BodyText"/>
        <w:rPr>
          <w:sz w:val="24"/>
        </w:rPr>
      </w:pPr>
      <w:r>
        <w:rPr>
          <w:sz w:val="24"/>
        </w:rPr>
        <w:t>2</w:t>
      </w:r>
      <w:r w:rsidR="00E17F6E">
        <w:rPr>
          <w:sz w:val="24"/>
        </w:rPr>
        <w:t>b</w:t>
      </w:r>
      <w:r>
        <w:rPr>
          <w:sz w:val="24"/>
        </w:rPr>
        <w:t>)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2D1AA193" w14:textId="77777777" w:rsidR="001C5ABA" w:rsidRPr="001C44FE" w:rsidRDefault="001C5ABA" w:rsidP="001C44FE">
      <w:pPr>
        <w:pStyle w:val="BodyText"/>
        <w:rPr>
          <w:sz w:val="24"/>
        </w:rPr>
      </w:pPr>
    </w:p>
    <w:p w14:paraId="71B56069" w14:textId="77777777" w:rsidR="00BF0C7F" w:rsidRDefault="00BF0C7F" w:rsidP="00BF0C7F">
      <w:pPr>
        <w:pStyle w:val="BodyText"/>
        <w:rPr>
          <w:b/>
          <w:color w:val="F26522" w:themeColor="accent1"/>
          <w:sz w:val="24"/>
        </w:rPr>
      </w:pPr>
      <w:bookmarkStart w:id="1" w:name="_Hlk62818798"/>
      <w:r>
        <w:rPr>
          <w:b/>
          <w:color w:val="F26522" w:themeColor="accent1"/>
          <w:sz w:val="24"/>
        </w:rPr>
        <w:t>Terms used in this document</w:t>
      </w:r>
    </w:p>
    <w:tbl>
      <w:tblPr>
        <w:tblStyle w:val="TableGrid"/>
        <w:tblW w:w="0" w:type="auto"/>
        <w:tblInd w:w="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BF0C7F" w14:paraId="351A7890"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6409E72" w14:textId="77777777" w:rsidR="00BF0C7F" w:rsidRDefault="00BF0C7F">
            <w:pPr>
              <w:spacing w:after="160" w:line="256" w:lineRule="auto"/>
              <w:rPr>
                <w:b/>
                <w:color w:val="FFFFFF" w:themeColor="background1"/>
                <w:sz w:val="24"/>
                <w:lang w:eastAsia="en-US"/>
              </w:rPr>
            </w:pPr>
            <w:r>
              <w:rPr>
                <w:b/>
                <w:color w:val="FFFFFF" w:themeColor="background1"/>
                <w:sz w:val="24"/>
                <w:lang w:eastAsia="en-US"/>
              </w:rPr>
              <w:t>Term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80B5076" w14:textId="77777777" w:rsidR="00BF0C7F" w:rsidRDefault="00BF0C7F">
            <w:pPr>
              <w:spacing w:after="160" w:line="256" w:lineRule="auto"/>
              <w:rPr>
                <w:b/>
                <w:color w:val="FFFFFF" w:themeColor="background1"/>
                <w:sz w:val="24"/>
                <w:lang w:eastAsia="en-US"/>
              </w:rPr>
            </w:pPr>
            <w:r>
              <w:rPr>
                <w:b/>
                <w:color w:val="FFFFFF" w:themeColor="background1"/>
                <w:sz w:val="24"/>
                <w:lang w:eastAsia="en-US"/>
              </w:rPr>
              <w:t>Meaning</w:t>
            </w:r>
          </w:p>
        </w:tc>
      </w:tr>
      <w:tr w:rsidR="00BF0C7F" w14:paraId="794C3825"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39000E8" w14:textId="77777777" w:rsidR="00BF0C7F" w:rsidRDefault="00BF0C7F">
            <w:pPr>
              <w:spacing w:after="160" w:line="256" w:lineRule="auto"/>
              <w:rPr>
                <w:sz w:val="24"/>
                <w:lang w:eastAsia="en-US"/>
              </w:rPr>
            </w:pPr>
            <w:r>
              <w:rPr>
                <w:sz w:val="24"/>
                <w:lang w:eastAsia="en-US"/>
              </w:rPr>
              <w:t>Baseline</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67FA0E4" w14:textId="77777777" w:rsidR="00BF0C7F" w:rsidRDefault="00BF0C7F">
            <w:pPr>
              <w:spacing w:after="160" w:line="256" w:lineRule="auto"/>
              <w:rPr>
                <w:sz w:val="24"/>
                <w:lang w:eastAsia="en-US"/>
              </w:rPr>
            </w:pPr>
            <w:r>
              <w:rPr>
                <w:sz w:val="24"/>
                <w:lang w:eastAsia="en-US"/>
              </w:rPr>
              <w:t xml:space="preserve">The current </w:t>
            </w:r>
            <w:r w:rsidR="009624EA">
              <w:rPr>
                <w:sz w:val="24"/>
                <w:lang w:eastAsia="en-US"/>
              </w:rPr>
              <w:t>Grid Code</w:t>
            </w:r>
            <w:r>
              <w:rPr>
                <w:sz w:val="24"/>
                <w:lang w:eastAsia="en-US"/>
              </w:rPr>
              <w:t xml:space="preserve"> (if voting for the Baseline, you believe no modification should be made)</w:t>
            </w:r>
          </w:p>
        </w:tc>
      </w:tr>
      <w:tr w:rsidR="00BF0C7F" w14:paraId="47C7BF7A"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C12E42A" w14:textId="77777777" w:rsidR="00BF0C7F" w:rsidRDefault="00BF0C7F">
            <w:pPr>
              <w:spacing w:after="160" w:line="256" w:lineRule="auto"/>
              <w:rPr>
                <w:sz w:val="24"/>
                <w:lang w:eastAsia="en-US"/>
              </w:rPr>
            </w:pPr>
            <w:r>
              <w:rPr>
                <w:sz w:val="24"/>
                <w:lang w:eastAsia="en-US"/>
              </w:rPr>
              <w:t>Original</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BC821DB" w14:textId="77777777" w:rsidR="00BF0C7F" w:rsidRDefault="00BF0C7F">
            <w:pPr>
              <w:spacing w:after="160" w:line="256" w:lineRule="auto"/>
              <w:rPr>
                <w:sz w:val="24"/>
                <w:lang w:eastAsia="en-US"/>
              </w:rPr>
            </w:pPr>
            <w:r>
              <w:rPr>
                <w:sz w:val="24"/>
                <w:lang w:eastAsia="en-US"/>
              </w:rPr>
              <w:t>The solution which was firstly proposed by the Proposer of the modification</w:t>
            </w:r>
          </w:p>
        </w:tc>
      </w:tr>
      <w:tr w:rsidR="00BF0C7F" w14:paraId="32CC1DF0"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5097AF8" w14:textId="77777777" w:rsidR="00BF0C7F" w:rsidRDefault="00BF0C7F">
            <w:pPr>
              <w:spacing w:after="160" w:line="256" w:lineRule="auto"/>
              <w:rPr>
                <w:sz w:val="24"/>
                <w:lang w:eastAsia="en-US"/>
              </w:rPr>
            </w:pPr>
            <w:r>
              <w:rPr>
                <w:sz w:val="24"/>
                <w:lang w:eastAsia="en-US"/>
              </w:rPr>
              <w:t>WAGCM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7BF5927" w14:textId="77777777" w:rsidR="00BF0C7F" w:rsidRDefault="00BF0C7F">
            <w:pPr>
              <w:spacing w:after="160" w:line="256" w:lineRule="auto"/>
              <w:rPr>
                <w:sz w:val="24"/>
                <w:lang w:eastAsia="en-US"/>
              </w:rPr>
            </w:pPr>
            <w:r>
              <w:rPr>
                <w:sz w:val="24"/>
                <w:lang w:eastAsia="en-US"/>
              </w:rPr>
              <w:t>Workgroup Alternative Grid Code Modification (an Alternative Solution which has been developed by the Workgroup)</w:t>
            </w:r>
          </w:p>
        </w:tc>
        <w:bookmarkEnd w:id="1"/>
      </w:tr>
    </w:tbl>
    <w:p w14:paraId="5BA541D3" w14:textId="77777777" w:rsidR="008D369C" w:rsidRDefault="008D369C">
      <w:pPr>
        <w:spacing w:after="160" w:line="259" w:lineRule="auto"/>
        <w:rPr>
          <w:b/>
          <w:color w:val="F26522" w:themeColor="accent1"/>
          <w:sz w:val="24"/>
        </w:rPr>
      </w:pPr>
    </w:p>
    <w:p w14:paraId="6DDB19FC" w14:textId="77777777" w:rsidR="00CA0D40" w:rsidRPr="003B77E5" w:rsidRDefault="00CA0D40" w:rsidP="008D369C">
      <w:pPr>
        <w:pStyle w:val="BodyText"/>
        <w:rPr>
          <w:b/>
          <w:color w:val="F26522" w:themeColor="accent1"/>
        </w:rPr>
      </w:pPr>
      <w:r w:rsidRPr="001F5F82">
        <w:rPr>
          <w:b/>
          <w:color w:val="F26522" w:themeColor="accent1"/>
          <w:sz w:val="24"/>
        </w:rPr>
        <w:t xml:space="preserve">The Applicable </w:t>
      </w:r>
      <w:r w:rsidR="005307B1">
        <w:rPr>
          <w:b/>
          <w:color w:val="F26522" w:themeColor="accent1"/>
          <w:sz w:val="24"/>
        </w:rPr>
        <w:t>Grid Code</w:t>
      </w:r>
      <w:r w:rsidRPr="001F5F82">
        <w:rPr>
          <w:b/>
          <w:color w:val="F26522" w:themeColor="accent1"/>
          <w:sz w:val="24"/>
        </w:rPr>
        <w:t xml:space="preserve"> Objectives:</w:t>
      </w:r>
    </w:p>
    <w:p w14:paraId="0980CCB0" w14:textId="77777777" w:rsidR="003B77E5" w:rsidRPr="003B77E5" w:rsidRDefault="003B77E5" w:rsidP="003B77E5">
      <w:pPr>
        <w:pStyle w:val="BodyText"/>
        <w:numPr>
          <w:ilvl w:val="0"/>
          <w:numId w:val="14"/>
        </w:numPr>
        <w:rPr>
          <w:sz w:val="24"/>
        </w:rPr>
      </w:pPr>
      <w:r w:rsidRPr="003B77E5">
        <w:rPr>
          <w:sz w:val="24"/>
        </w:rPr>
        <w:t xml:space="preserve">To permit the development, </w:t>
      </w:r>
      <w:proofErr w:type="gramStart"/>
      <w:r w:rsidRPr="003B77E5">
        <w:rPr>
          <w:sz w:val="24"/>
        </w:rPr>
        <w:t>maintenance</w:t>
      </w:r>
      <w:proofErr w:type="gramEnd"/>
      <w:r w:rsidRPr="003B77E5">
        <w:rPr>
          <w:sz w:val="24"/>
        </w:rPr>
        <w:t xml:space="preserve"> and operation of an efficient, coordinated and economical system for the transmission of electricity</w:t>
      </w:r>
    </w:p>
    <w:p w14:paraId="2D394465" w14:textId="77777777" w:rsidR="003B77E5" w:rsidRPr="003B77E5" w:rsidRDefault="003B77E5" w:rsidP="003B77E5">
      <w:pPr>
        <w:pStyle w:val="BodyText"/>
        <w:numPr>
          <w:ilvl w:val="0"/>
          <w:numId w:val="14"/>
        </w:numPr>
        <w:rPr>
          <w:sz w:val="24"/>
        </w:rPr>
      </w:pPr>
      <w:r w:rsidRPr="003B77E5">
        <w:rPr>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3B77E5">
        <w:rPr>
          <w:sz w:val="24"/>
        </w:rPr>
        <w:t>);</w:t>
      </w:r>
      <w:proofErr w:type="gramEnd"/>
    </w:p>
    <w:p w14:paraId="0901A2F9" w14:textId="77777777" w:rsidR="003B77E5" w:rsidRPr="003B77E5" w:rsidRDefault="003B77E5" w:rsidP="003B77E5">
      <w:pPr>
        <w:pStyle w:val="BodyText"/>
        <w:numPr>
          <w:ilvl w:val="0"/>
          <w:numId w:val="14"/>
        </w:numPr>
        <w:rPr>
          <w:sz w:val="24"/>
        </w:rPr>
      </w:pPr>
      <w:r w:rsidRPr="003B77E5">
        <w:rPr>
          <w:sz w:val="24"/>
        </w:rPr>
        <w:t>Subject to sub-paragraphs (</w:t>
      </w:r>
      <w:proofErr w:type="spellStart"/>
      <w:r w:rsidRPr="003B77E5">
        <w:rPr>
          <w:sz w:val="24"/>
        </w:rPr>
        <w:t>i</w:t>
      </w:r>
      <w:proofErr w:type="spellEnd"/>
      <w:r w:rsidRPr="003B77E5">
        <w:rPr>
          <w:sz w:val="24"/>
        </w:rPr>
        <w:t xml:space="preserve">) and (ii), to promote the security and efficiency of the electricity generation, transmission and distribution systems in the national electricity transmission system operator area taken as a </w:t>
      </w:r>
      <w:proofErr w:type="gramStart"/>
      <w:r w:rsidRPr="003B77E5">
        <w:rPr>
          <w:sz w:val="24"/>
        </w:rPr>
        <w:t>whole;</w:t>
      </w:r>
      <w:proofErr w:type="gramEnd"/>
      <w:r w:rsidRPr="003B77E5">
        <w:rPr>
          <w:sz w:val="24"/>
        </w:rPr>
        <w:t xml:space="preserve"> </w:t>
      </w:r>
    </w:p>
    <w:p w14:paraId="1ED5DA7D" w14:textId="77777777" w:rsidR="003B77E5" w:rsidRPr="003B77E5" w:rsidRDefault="003B77E5" w:rsidP="003B77E5">
      <w:pPr>
        <w:pStyle w:val="BodyText"/>
        <w:numPr>
          <w:ilvl w:val="0"/>
          <w:numId w:val="14"/>
        </w:numPr>
        <w:rPr>
          <w:sz w:val="24"/>
        </w:rPr>
      </w:pPr>
      <w:r w:rsidRPr="003B77E5">
        <w:rPr>
          <w:sz w:val="24"/>
        </w:rPr>
        <w:t xml:space="preserve">To efficiently discharge the obligations imposed upon the licensee by this license and to comply with the Electricity Regulation and any relevant legally binding decisions of the European Commission and/or the Agency; and  </w:t>
      </w:r>
    </w:p>
    <w:p w14:paraId="0D2BB173" w14:textId="77777777" w:rsidR="001F5F82" w:rsidRPr="008D369C" w:rsidRDefault="003B77E5" w:rsidP="003B77E5">
      <w:pPr>
        <w:pStyle w:val="BodyText"/>
        <w:numPr>
          <w:ilvl w:val="0"/>
          <w:numId w:val="14"/>
        </w:numPr>
        <w:rPr>
          <w:sz w:val="24"/>
        </w:rPr>
      </w:pPr>
      <w:r w:rsidRPr="003B77E5">
        <w:rPr>
          <w:sz w:val="24"/>
        </w:rPr>
        <w:t>To promote efficiency in the implementation and administration of the Grid Code arrangements</w:t>
      </w:r>
      <w:r w:rsidR="001F5F82" w:rsidRPr="008D369C">
        <w:rPr>
          <w:sz w:val="24"/>
        </w:rPr>
        <w:br w:type="page"/>
      </w:r>
    </w:p>
    <w:p w14:paraId="6043398E" w14:textId="77777777" w:rsidR="00CA0D40" w:rsidRPr="00E57DAF" w:rsidRDefault="00CA0D40" w:rsidP="008D369C">
      <w:pPr>
        <w:pStyle w:val="Checklist"/>
      </w:pPr>
      <w:r w:rsidRPr="001F5F82">
        <w:lastRenderedPageBreak/>
        <w:t>Workgroup Vote</w:t>
      </w:r>
    </w:p>
    <w:p w14:paraId="0E03DFF2" w14:textId="77777777" w:rsidR="001F5F82" w:rsidRDefault="001F5F82" w:rsidP="00E57DAF">
      <w:pPr>
        <w:ind w:left="-426"/>
        <w:rPr>
          <w:sz w:val="24"/>
        </w:rPr>
      </w:pPr>
    </w:p>
    <w:p w14:paraId="45B2F4D8"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7D67E991" w14:textId="77777777" w:rsidR="00B34376" w:rsidRPr="009E5084" w:rsidRDefault="00B34376" w:rsidP="008D369C">
      <w:pPr>
        <w:pStyle w:val="BodyText"/>
        <w:rPr>
          <w:sz w:val="24"/>
        </w:rPr>
      </w:pPr>
      <w:r>
        <w:rPr>
          <w:sz w:val="24"/>
        </w:rPr>
        <w:t>Vote on Workgroup Alternative Requests to become Workgroup Alternative</w:t>
      </w:r>
      <w:r w:rsidR="00D3707B">
        <w:rPr>
          <w:sz w:val="24"/>
        </w:rPr>
        <w:t xml:space="preserve"> Grid</w:t>
      </w:r>
      <w:r>
        <w:rPr>
          <w:sz w:val="24"/>
        </w:rPr>
        <w:t xml:space="preserve"> Code Modifications.</w:t>
      </w:r>
    </w:p>
    <w:p w14:paraId="16785D7C" w14:textId="77777777" w:rsidR="000C4B80" w:rsidRPr="009E5084" w:rsidRDefault="000C4B80" w:rsidP="000C4B80">
      <w:pPr>
        <w:pStyle w:val="BodyText"/>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22A710A0" w14:textId="77777777" w:rsidR="000C4B80" w:rsidRDefault="000C4B80" w:rsidP="000C4B80">
      <w:pPr>
        <w:pStyle w:val="BodyText"/>
        <w:rPr>
          <w:i/>
          <w:sz w:val="20"/>
        </w:rPr>
      </w:pPr>
      <w:r w:rsidRPr="009E5084">
        <w:rPr>
          <w:i/>
          <w:sz w:val="20"/>
        </w:rPr>
        <w:t xml:space="preserve">Should </w:t>
      </w:r>
      <w:proofErr w:type="gramStart"/>
      <w:r w:rsidRPr="009E5084">
        <w:rPr>
          <w:i/>
          <w:sz w:val="20"/>
        </w:rPr>
        <w:t>the majority of</w:t>
      </w:r>
      <w:proofErr w:type="gramEnd"/>
      <w:r w:rsidRPr="009E5084">
        <w:rPr>
          <w:i/>
          <w:sz w:val="20"/>
        </w:rPr>
        <w:t xml:space="preserve"> the Workgroup OR the Chair believe that the potential alternative solution would better facilitate the </w:t>
      </w:r>
      <w:r w:rsidR="00D3707B">
        <w:rPr>
          <w:i/>
          <w:sz w:val="20"/>
        </w:rPr>
        <w:t>Grid Code</w:t>
      </w:r>
      <w:r w:rsidRPr="009E5084">
        <w:rPr>
          <w:i/>
          <w:sz w:val="20"/>
        </w:rPr>
        <w:t xml:space="preserve"> objectives</w:t>
      </w:r>
      <w:r w:rsidR="00354747" w:rsidRPr="00354747">
        <w:t xml:space="preserve"> </w:t>
      </w:r>
      <w:r w:rsidR="00C40FA8">
        <w:rPr>
          <w:i/>
          <w:sz w:val="20"/>
        </w:rPr>
        <w:t xml:space="preserve">than </w:t>
      </w:r>
      <w:r w:rsidR="00354747" w:rsidRPr="00354747">
        <w:rPr>
          <w:i/>
          <w:sz w:val="20"/>
        </w:rPr>
        <w:t>the Original</w:t>
      </w:r>
      <w:r w:rsidR="00C40FA8">
        <w:rPr>
          <w:i/>
          <w:sz w:val="20"/>
        </w:rPr>
        <w:t xml:space="preserve"> proposal</w:t>
      </w:r>
      <w:r w:rsidR="00354747" w:rsidRPr="00354747">
        <w:rPr>
          <w:i/>
          <w:sz w:val="20"/>
        </w:rPr>
        <w:t xml:space="preserve"> </w:t>
      </w:r>
      <w:r w:rsidRPr="009E5084">
        <w:rPr>
          <w:i/>
          <w:sz w:val="20"/>
        </w:rPr>
        <w:t xml:space="preserve">then the potential alternative will be fully developed by the Workgroup with legal text to form a Workgroup Alternative </w:t>
      </w:r>
      <w:r w:rsidR="00D3707B">
        <w:rPr>
          <w:i/>
          <w:sz w:val="20"/>
        </w:rPr>
        <w:t xml:space="preserve">Grid </w:t>
      </w:r>
      <w:r w:rsidRPr="009E5084">
        <w:rPr>
          <w:i/>
          <w:sz w:val="20"/>
        </w:rPr>
        <w:t>Code modification (WA</w:t>
      </w:r>
      <w:r w:rsidR="00D3707B">
        <w:rPr>
          <w:i/>
          <w:sz w:val="20"/>
        </w:rPr>
        <w:t>G</w:t>
      </w:r>
      <w:r w:rsidRPr="009E5084">
        <w:rPr>
          <w:i/>
          <w:sz w:val="20"/>
        </w:rPr>
        <w:t xml:space="preserve">CM) and submitted to the Panel and Authority alongside the Original solution for the Panel Recommendation vote and the Authority decision. </w:t>
      </w:r>
    </w:p>
    <w:p w14:paraId="7E3594E6" w14:textId="77777777" w:rsidR="00CD3428" w:rsidRPr="00E57DAF" w:rsidRDefault="00CD3428" w:rsidP="00CD3428">
      <w:pPr>
        <w:pStyle w:val="BodyText"/>
        <w:rPr>
          <w:sz w:val="24"/>
        </w:rPr>
      </w:pPr>
      <w:r w:rsidRPr="00E57DAF">
        <w:rPr>
          <w:sz w:val="24"/>
        </w:rPr>
        <w:t>“Y” = Yes</w:t>
      </w:r>
    </w:p>
    <w:p w14:paraId="689E4665" w14:textId="77777777" w:rsidR="00CD3428" w:rsidRPr="00E57DAF" w:rsidRDefault="00CD3428" w:rsidP="00CD3428">
      <w:pPr>
        <w:pStyle w:val="BodyText"/>
        <w:rPr>
          <w:sz w:val="24"/>
        </w:rPr>
      </w:pPr>
      <w:r w:rsidRPr="00E57DAF">
        <w:rPr>
          <w:sz w:val="24"/>
        </w:rPr>
        <w:t>“N” = No</w:t>
      </w:r>
    </w:p>
    <w:p w14:paraId="1AFF80DD" w14:textId="77777777" w:rsidR="00CD3428" w:rsidRDefault="00CD3428" w:rsidP="00CD3428">
      <w:pPr>
        <w:pStyle w:val="BodyText"/>
        <w:rPr>
          <w:i/>
          <w:iCs/>
          <w:sz w:val="24"/>
        </w:rPr>
      </w:pPr>
      <w:r w:rsidRPr="00E57DAF">
        <w:rPr>
          <w:sz w:val="24"/>
        </w:rPr>
        <w:t>“</w:t>
      </w:r>
      <w:proofErr w:type="gramStart"/>
      <w:r w:rsidRPr="00E57DAF">
        <w:rPr>
          <w:sz w:val="24"/>
        </w:rPr>
        <w:t xml:space="preserve">-“  </w:t>
      </w:r>
      <w:proofErr w:type="gramEnd"/>
      <w:r w:rsidRPr="00E57DAF">
        <w:rPr>
          <w:sz w:val="24"/>
        </w:rPr>
        <w:t>= Neutra</w:t>
      </w:r>
      <w:r>
        <w:rPr>
          <w:sz w:val="24"/>
        </w:rPr>
        <w:t xml:space="preserve">l </w:t>
      </w:r>
      <w:r>
        <w:rPr>
          <w:i/>
          <w:iCs/>
          <w:sz w:val="24"/>
        </w:rPr>
        <w:t>(Stage 2 only)</w:t>
      </w:r>
    </w:p>
    <w:p w14:paraId="56FF4E8A" w14:textId="77777777" w:rsidR="00CD3428" w:rsidRPr="005F5012" w:rsidRDefault="00CD3428" w:rsidP="00CD3428">
      <w:pPr>
        <w:pStyle w:val="BodyText"/>
        <w:rPr>
          <w:sz w:val="24"/>
        </w:rPr>
      </w:pPr>
      <w:r w:rsidRPr="005F5012">
        <w:rPr>
          <w:sz w:val="24"/>
        </w:rPr>
        <w:t>“Abstain”</w:t>
      </w:r>
    </w:p>
    <w:p w14:paraId="1B74DD13" w14:textId="77777777" w:rsidR="00276E4B" w:rsidRDefault="00276E4B" w:rsidP="000C4B80">
      <w:pPr>
        <w:pStyle w:val="BodyText"/>
        <w:rPr>
          <w:i/>
          <w:sz w:val="20"/>
        </w:rPr>
      </w:pPr>
    </w:p>
    <w:tbl>
      <w:tblPr>
        <w:tblW w:w="90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5103"/>
      </w:tblGrid>
      <w:tr w:rsidR="009B7B31" w:rsidRPr="00061C92" w14:paraId="398DBDCD" w14:textId="77777777" w:rsidTr="00244186">
        <w:trPr>
          <w:trHeight w:val="879"/>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51ECAE" w14:textId="77777777" w:rsidR="009B7B31" w:rsidRPr="00061C92" w:rsidRDefault="009B7B31" w:rsidP="00211AC1">
            <w:pPr>
              <w:jc w:val="both"/>
              <w:rPr>
                <w:rFonts w:cs="Arial"/>
                <w:b/>
                <w:color w:val="FFFFFF"/>
              </w:rPr>
            </w:pPr>
            <w:r w:rsidRPr="00061C92">
              <w:rPr>
                <w:rFonts w:cs="Arial"/>
                <w:b/>
                <w:color w:val="FFFFFF"/>
              </w:rPr>
              <w:t>Workgroup Member</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AF1B3B0" w14:textId="63EBE974" w:rsidR="009B7B31" w:rsidRPr="00061C92" w:rsidRDefault="009B7B31" w:rsidP="009E5084">
            <w:pPr>
              <w:rPr>
                <w:rFonts w:cs="Arial"/>
                <w:b/>
                <w:color w:val="FFFFFF"/>
              </w:rPr>
            </w:pPr>
            <w:r>
              <w:rPr>
                <w:rFonts w:cs="Arial"/>
                <w:b/>
                <w:color w:val="FFFFFF"/>
              </w:rPr>
              <w:t xml:space="preserve">Alternative 1 (Drax, </w:t>
            </w:r>
            <w:r w:rsidR="00A111E2">
              <w:rPr>
                <w:rFonts w:cs="Arial"/>
                <w:b/>
                <w:color w:val="FFFFFF"/>
              </w:rPr>
              <w:t>No retrospec</w:t>
            </w:r>
            <w:r w:rsidR="00614691">
              <w:rPr>
                <w:rFonts w:cs="Arial"/>
                <w:b/>
                <w:color w:val="FFFFFF"/>
              </w:rPr>
              <w:t>tive application</w:t>
            </w:r>
            <w:r>
              <w:rPr>
                <w:rFonts w:cs="Arial"/>
                <w:b/>
                <w:color w:val="FFFFFF"/>
              </w:rPr>
              <w:t>)</w:t>
            </w:r>
          </w:p>
        </w:tc>
      </w:tr>
      <w:tr w:rsidR="008026B9" w:rsidRPr="00061C92" w14:paraId="7B108DB0"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Pr>
          <w:p w14:paraId="09062383" w14:textId="6279D0BA" w:rsidR="008026B9" w:rsidRPr="004D59C9" w:rsidRDefault="008026B9" w:rsidP="008026B9">
            <w:pPr>
              <w:rPr>
                <w:color w:val="FFFFFF" w:themeColor="background1"/>
              </w:rPr>
            </w:pPr>
            <w:r w:rsidRPr="004D59C9">
              <w:rPr>
                <w:rFonts w:asciiTheme="minorHAnsi" w:hAnsiTheme="minorHAnsi" w:cstheme="minorHAnsi"/>
                <w:kern w:val="24"/>
                <w:sz w:val="24"/>
              </w:rPr>
              <w:t>Alastair Frew</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B8D02C6" w14:textId="0E4A29EC" w:rsidR="008026B9" w:rsidRPr="00AC6817" w:rsidRDefault="00AC6817" w:rsidP="008026B9">
            <w:pPr>
              <w:rPr>
                <w:rFonts w:cs="Arial"/>
                <w:b/>
                <w:iCs/>
              </w:rPr>
            </w:pPr>
            <w:r>
              <w:rPr>
                <w:rFonts w:cs="Arial"/>
                <w:b/>
                <w:iCs/>
              </w:rPr>
              <w:t>Y</w:t>
            </w:r>
          </w:p>
        </w:tc>
      </w:tr>
      <w:tr w:rsidR="008026B9" w:rsidRPr="00061C92" w14:paraId="61DDA835"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Pr>
          <w:p w14:paraId="45189E3C" w14:textId="5765AA3A" w:rsidR="008026B9" w:rsidRPr="004D59C9" w:rsidRDefault="008026B9" w:rsidP="008026B9">
            <w:pPr>
              <w:rPr>
                <w:color w:val="FFFFFF" w:themeColor="background1"/>
              </w:rPr>
            </w:pPr>
            <w:r w:rsidRPr="004D59C9">
              <w:rPr>
                <w:rFonts w:asciiTheme="minorHAnsi" w:hAnsiTheme="minorHAnsi" w:cstheme="minorHAnsi"/>
                <w:kern w:val="24"/>
                <w:sz w:val="24"/>
              </w:rPr>
              <w:t>Andrew McLeod</w:t>
            </w:r>
            <w:r w:rsidR="00AC6817">
              <w:rPr>
                <w:rFonts w:asciiTheme="minorHAnsi" w:hAnsiTheme="minorHAnsi" w:cstheme="minorHAnsi"/>
                <w:kern w:val="24"/>
                <w:sz w:val="24"/>
              </w:rPr>
              <w:t>/Alan Creighton</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C7B4308" w14:textId="036B50CA" w:rsidR="008026B9" w:rsidRPr="00AC6817" w:rsidRDefault="00AC6817" w:rsidP="008026B9">
            <w:pPr>
              <w:rPr>
                <w:rFonts w:cs="Arial"/>
                <w:b/>
                <w:iCs/>
              </w:rPr>
            </w:pPr>
            <w:r>
              <w:rPr>
                <w:rFonts w:cs="Arial"/>
                <w:b/>
                <w:iCs/>
              </w:rPr>
              <w:t>Y</w:t>
            </w:r>
          </w:p>
        </w:tc>
      </w:tr>
      <w:tr w:rsidR="008026B9" w:rsidRPr="00061C92" w14:paraId="52866CEB"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Pr>
          <w:p w14:paraId="5307698D" w14:textId="7CD3F68A" w:rsidR="008026B9" w:rsidRPr="004D59C9" w:rsidRDefault="008026B9" w:rsidP="008026B9">
            <w:pPr>
              <w:rPr>
                <w:color w:val="FFFFFF" w:themeColor="background1"/>
              </w:rPr>
            </w:pPr>
            <w:r w:rsidRPr="004D59C9">
              <w:rPr>
                <w:rFonts w:asciiTheme="minorHAnsi" w:hAnsiTheme="minorHAnsi" w:cstheme="minorHAnsi"/>
                <w:kern w:val="24"/>
                <w:sz w:val="24"/>
              </w:rPr>
              <w:t xml:space="preserve">Andrew </w:t>
            </w:r>
            <w:proofErr w:type="spellStart"/>
            <w:r w:rsidRPr="004D59C9">
              <w:rPr>
                <w:rFonts w:asciiTheme="minorHAnsi" w:hAnsiTheme="minorHAnsi" w:cstheme="minorHAnsi"/>
                <w:kern w:val="24"/>
                <w:sz w:val="24"/>
              </w:rPr>
              <w:t>Vaudin</w:t>
            </w:r>
            <w:proofErr w:type="spellEnd"/>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691C8A" w14:textId="71771C51" w:rsidR="008026B9" w:rsidRPr="00061C92" w:rsidRDefault="00AC6817" w:rsidP="008026B9">
            <w:pPr>
              <w:rPr>
                <w:rFonts w:cs="Arial"/>
                <w:b/>
                <w:i/>
              </w:rPr>
            </w:pPr>
            <w:r>
              <w:rPr>
                <w:rFonts w:cs="Arial"/>
                <w:b/>
                <w:i/>
              </w:rPr>
              <w:t>Y</w:t>
            </w:r>
          </w:p>
        </w:tc>
      </w:tr>
      <w:tr w:rsidR="00401BC2" w:rsidRPr="00061C92" w14:paraId="39CF4732"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Pr>
          <w:p w14:paraId="47196B2B" w14:textId="01B3924A" w:rsidR="00401BC2" w:rsidRPr="004D59C9" w:rsidRDefault="00401BC2" w:rsidP="008026B9">
            <w:pPr>
              <w:rPr>
                <w:rFonts w:asciiTheme="minorHAnsi" w:hAnsiTheme="minorHAnsi" w:cstheme="minorHAnsi"/>
                <w:kern w:val="24"/>
                <w:sz w:val="24"/>
              </w:rPr>
            </w:pPr>
            <w:r>
              <w:rPr>
                <w:rFonts w:asciiTheme="minorHAnsi" w:hAnsiTheme="minorHAnsi" w:cstheme="minorHAnsi"/>
                <w:kern w:val="24"/>
                <w:sz w:val="24"/>
              </w:rPr>
              <w:t xml:space="preserve">Bill </w:t>
            </w:r>
            <w:proofErr w:type="spellStart"/>
            <w:r>
              <w:rPr>
                <w:rFonts w:asciiTheme="minorHAnsi" w:hAnsiTheme="minorHAnsi" w:cstheme="minorHAnsi"/>
                <w:kern w:val="24"/>
                <w:sz w:val="24"/>
              </w:rPr>
              <w:t>D’Al</w:t>
            </w:r>
            <w:r w:rsidR="0065753A">
              <w:rPr>
                <w:rFonts w:asciiTheme="minorHAnsi" w:hAnsiTheme="minorHAnsi" w:cstheme="minorHAnsi"/>
                <w:kern w:val="24"/>
                <w:sz w:val="24"/>
              </w:rPr>
              <w:t>bertanson</w:t>
            </w:r>
            <w:proofErr w:type="spellEnd"/>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3127C4" w14:textId="01864E0F" w:rsidR="00401BC2" w:rsidRPr="00061C92" w:rsidRDefault="00AC6817" w:rsidP="008026B9">
            <w:pPr>
              <w:rPr>
                <w:rFonts w:cs="Arial"/>
                <w:b/>
                <w:i/>
              </w:rPr>
            </w:pPr>
            <w:r>
              <w:rPr>
                <w:rFonts w:cs="Arial"/>
                <w:b/>
                <w:i/>
              </w:rPr>
              <w:t>Y</w:t>
            </w:r>
          </w:p>
        </w:tc>
      </w:tr>
      <w:tr w:rsidR="008026B9" w:rsidRPr="00061C92" w14:paraId="24A5A402"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Pr>
          <w:p w14:paraId="5F9228F5" w14:textId="469D5094" w:rsidR="008026B9" w:rsidRPr="004D59C9" w:rsidRDefault="008026B9" w:rsidP="008026B9">
            <w:pPr>
              <w:rPr>
                <w:color w:val="FFFFFF" w:themeColor="background1"/>
              </w:rPr>
            </w:pPr>
            <w:r w:rsidRPr="004D59C9">
              <w:rPr>
                <w:rFonts w:asciiTheme="minorHAnsi" w:hAnsiTheme="minorHAnsi" w:cstheme="minorHAnsi"/>
                <w:kern w:val="24"/>
                <w:sz w:val="24"/>
              </w:rPr>
              <w:t>Garth Graham</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3A1EEB" w14:textId="186D4807" w:rsidR="008026B9" w:rsidRPr="00061C92" w:rsidRDefault="00AC6817" w:rsidP="008026B9">
            <w:pPr>
              <w:rPr>
                <w:rFonts w:cs="Arial"/>
                <w:b/>
                <w:i/>
              </w:rPr>
            </w:pPr>
            <w:r>
              <w:rPr>
                <w:rFonts w:cs="Arial"/>
                <w:b/>
                <w:i/>
              </w:rPr>
              <w:t>Y</w:t>
            </w:r>
          </w:p>
        </w:tc>
      </w:tr>
      <w:tr w:rsidR="008026B9" w:rsidRPr="00061C92" w14:paraId="5134D441"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Pr>
          <w:p w14:paraId="547CB342" w14:textId="6F16CB81" w:rsidR="008026B9" w:rsidRPr="004D59C9" w:rsidRDefault="008026B9" w:rsidP="008026B9">
            <w:pPr>
              <w:rPr>
                <w:color w:val="FFFFFF" w:themeColor="background1"/>
              </w:rPr>
            </w:pPr>
            <w:r w:rsidRPr="004D59C9">
              <w:rPr>
                <w:rFonts w:asciiTheme="minorHAnsi" w:hAnsiTheme="minorHAnsi" w:cstheme="minorHAnsi"/>
                <w:kern w:val="24"/>
                <w:sz w:val="24"/>
              </w:rPr>
              <w:t xml:space="preserve">Graeme Vincent </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F5D6DF" w14:textId="3370FF53" w:rsidR="008026B9" w:rsidRPr="00061C92" w:rsidRDefault="00AC6817" w:rsidP="008026B9">
            <w:pPr>
              <w:rPr>
                <w:rFonts w:cs="Arial"/>
                <w:b/>
                <w:i/>
              </w:rPr>
            </w:pPr>
            <w:r>
              <w:rPr>
                <w:rFonts w:cs="Arial"/>
                <w:b/>
                <w:i/>
              </w:rPr>
              <w:t>Y</w:t>
            </w:r>
          </w:p>
        </w:tc>
      </w:tr>
      <w:tr w:rsidR="008026B9" w:rsidRPr="00061C92" w14:paraId="0FA2F435"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Pr>
          <w:p w14:paraId="2F7999AB" w14:textId="42BDD2AE" w:rsidR="008026B9" w:rsidRPr="004D59C9" w:rsidRDefault="008026B9" w:rsidP="008026B9">
            <w:pPr>
              <w:rPr>
                <w:color w:val="FFFFFF" w:themeColor="background1"/>
              </w:rPr>
            </w:pPr>
            <w:r w:rsidRPr="004D59C9">
              <w:rPr>
                <w:rFonts w:asciiTheme="minorHAnsi" w:hAnsiTheme="minorHAnsi" w:cstheme="minorHAnsi"/>
                <w:kern w:val="24"/>
                <w:sz w:val="24"/>
              </w:rPr>
              <w:t>Graz Macdonald</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708F88E" w14:textId="10FFDCC6" w:rsidR="008026B9" w:rsidRPr="00061C92" w:rsidRDefault="00AC6817" w:rsidP="008026B9">
            <w:pPr>
              <w:rPr>
                <w:rFonts w:cs="Arial"/>
                <w:b/>
                <w:i/>
              </w:rPr>
            </w:pPr>
            <w:r>
              <w:rPr>
                <w:rFonts w:cs="Arial"/>
                <w:b/>
                <w:i/>
              </w:rPr>
              <w:t>Y</w:t>
            </w:r>
          </w:p>
        </w:tc>
      </w:tr>
      <w:tr w:rsidR="008026B9" w:rsidRPr="00061C92" w14:paraId="323D9B4E"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Pr>
          <w:p w14:paraId="797F51B8" w14:textId="07483F12" w:rsidR="008026B9" w:rsidRPr="004D59C9" w:rsidRDefault="008026B9" w:rsidP="008026B9">
            <w:pPr>
              <w:rPr>
                <w:color w:val="FFFFFF" w:themeColor="background1"/>
              </w:rPr>
            </w:pPr>
            <w:r w:rsidRPr="004D59C9">
              <w:rPr>
                <w:rFonts w:asciiTheme="minorHAnsi" w:hAnsiTheme="minorHAnsi" w:cstheme="minorHAnsi"/>
                <w:kern w:val="24"/>
                <w:sz w:val="24"/>
              </w:rPr>
              <w:t>Gwyn Jones</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6EF017" w14:textId="42C549F2" w:rsidR="008026B9" w:rsidRPr="00061C92" w:rsidRDefault="00AC6817" w:rsidP="008026B9">
            <w:pPr>
              <w:rPr>
                <w:rFonts w:cs="Arial"/>
                <w:b/>
                <w:i/>
              </w:rPr>
            </w:pPr>
            <w:r>
              <w:rPr>
                <w:rFonts w:cs="Arial"/>
                <w:b/>
                <w:i/>
              </w:rPr>
              <w:t>Y</w:t>
            </w:r>
          </w:p>
        </w:tc>
      </w:tr>
      <w:tr w:rsidR="008026B9" w:rsidRPr="00061C92" w14:paraId="4E897F53"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DAC773" w14:textId="36E6FB3F" w:rsidR="008026B9" w:rsidRPr="004D59C9" w:rsidRDefault="008026B9" w:rsidP="008026B9">
            <w:pPr>
              <w:rPr>
                <w:color w:val="FFFFFF" w:themeColor="background1"/>
              </w:rPr>
            </w:pPr>
            <w:r w:rsidRPr="004D59C9">
              <w:rPr>
                <w:rFonts w:asciiTheme="minorHAnsi" w:hAnsiTheme="minorHAnsi" w:cstheme="minorHAnsi"/>
                <w:sz w:val="24"/>
              </w:rPr>
              <w:t xml:space="preserve">Michelle Macdonald </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223D54" w14:textId="07B5EB9F" w:rsidR="008026B9" w:rsidRPr="00061C92" w:rsidRDefault="00FE4B91" w:rsidP="008026B9">
            <w:pPr>
              <w:rPr>
                <w:rFonts w:cs="Arial"/>
                <w:b/>
                <w:i/>
              </w:rPr>
            </w:pPr>
            <w:r>
              <w:rPr>
                <w:rFonts w:cs="Arial"/>
                <w:b/>
                <w:i/>
              </w:rPr>
              <w:t>-</w:t>
            </w:r>
          </w:p>
        </w:tc>
      </w:tr>
      <w:tr w:rsidR="008026B9" w:rsidRPr="00061C92" w14:paraId="46945D12"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79C3136" w14:textId="166C25D0" w:rsidR="008026B9" w:rsidRPr="004D59C9" w:rsidRDefault="008026B9" w:rsidP="008026B9">
            <w:pPr>
              <w:rPr>
                <w:color w:val="FFFFFF" w:themeColor="background1"/>
              </w:rPr>
            </w:pPr>
            <w:r w:rsidRPr="004D59C9">
              <w:rPr>
                <w:rFonts w:asciiTheme="minorHAnsi" w:hAnsiTheme="minorHAnsi" w:cstheme="minorHAnsi"/>
                <w:sz w:val="24"/>
              </w:rPr>
              <w:t>Priyanka Mohapatra</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E18C041" w14:textId="5FC54F26" w:rsidR="008026B9" w:rsidRPr="00061C92" w:rsidRDefault="00AC6817" w:rsidP="008026B9">
            <w:pPr>
              <w:rPr>
                <w:rFonts w:cs="Arial"/>
                <w:b/>
                <w:i/>
              </w:rPr>
            </w:pPr>
            <w:r>
              <w:rPr>
                <w:rFonts w:cs="Arial"/>
                <w:b/>
                <w:i/>
              </w:rPr>
              <w:t>Y</w:t>
            </w:r>
          </w:p>
        </w:tc>
      </w:tr>
      <w:tr w:rsidR="008026B9" w:rsidRPr="00061C92" w14:paraId="1682A40C" w14:textId="77777777" w:rsidTr="00244186">
        <w:trPr>
          <w:trHeight w:val="332"/>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ED7197B" w14:textId="0E3AB44D" w:rsidR="008026B9" w:rsidRPr="004D59C9" w:rsidRDefault="008026B9" w:rsidP="008026B9">
            <w:pPr>
              <w:rPr>
                <w:rFonts w:cs="Arial"/>
                <w:color w:val="FFFFFF" w:themeColor="background1"/>
              </w:rPr>
            </w:pPr>
            <w:r w:rsidRPr="004D59C9">
              <w:rPr>
                <w:rFonts w:asciiTheme="minorHAnsi" w:hAnsiTheme="minorHAnsi" w:cstheme="minorHAnsi"/>
                <w:sz w:val="24"/>
              </w:rPr>
              <w:t>Robert Longden</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F9641E" w14:textId="2BAB5EDE" w:rsidR="008026B9" w:rsidRPr="00061C92" w:rsidRDefault="00AC6817" w:rsidP="008026B9">
            <w:pPr>
              <w:rPr>
                <w:rFonts w:cs="Arial"/>
                <w:b/>
                <w:i/>
              </w:rPr>
            </w:pPr>
            <w:r>
              <w:rPr>
                <w:rFonts w:cs="Arial"/>
                <w:b/>
                <w:i/>
              </w:rPr>
              <w:t>Y</w:t>
            </w:r>
          </w:p>
        </w:tc>
      </w:tr>
      <w:tr w:rsidR="00D13E6F" w:rsidRPr="00061C92" w14:paraId="5B4413A6" w14:textId="77777777" w:rsidTr="00244186">
        <w:trPr>
          <w:trHeight w:val="332"/>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C97595" w14:textId="66749456" w:rsidR="00D13E6F" w:rsidRPr="004D59C9" w:rsidRDefault="00D13E6F" w:rsidP="008026B9">
            <w:pPr>
              <w:rPr>
                <w:rFonts w:asciiTheme="minorHAnsi" w:hAnsiTheme="minorHAnsi" w:cstheme="minorHAnsi"/>
                <w:sz w:val="24"/>
              </w:rPr>
            </w:pPr>
            <w:r w:rsidRPr="004D59C9">
              <w:rPr>
                <w:rFonts w:asciiTheme="minorHAnsi" w:hAnsiTheme="minorHAnsi" w:cstheme="minorHAnsi"/>
                <w:sz w:val="24"/>
              </w:rPr>
              <w:t>Sade Adenola</w:t>
            </w:r>
            <w:r w:rsidR="00FE4B91">
              <w:rPr>
                <w:rFonts w:asciiTheme="minorHAnsi" w:hAnsiTheme="minorHAnsi" w:cstheme="minorHAnsi"/>
                <w:sz w:val="24"/>
              </w:rPr>
              <w:t>/Tony Johnson</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B09B56" w14:textId="216B8AE6" w:rsidR="00D13E6F" w:rsidRPr="00061C92" w:rsidRDefault="00FE4B91" w:rsidP="008026B9">
            <w:pPr>
              <w:rPr>
                <w:rFonts w:cs="Arial"/>
                <w:b/>
                <w:i/>
              </w:rPr>
            </w:pPr>
            <w:r>
              <w:rPr>
                <w:rFonts w:cs="Arial"/>
                <w:b/>
                <w:i/>
              </w:rPr>
              <w:t>N</w:t>
            </w:r>
          </w:p>
        </w:tc>
      </w:tr>
      <w:tr w:rsidR="008026B9" w:rsidRPr="00061C92" w14:paraId="11C33DD1"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5C50D5" w14:textId="08C297E6" w:rsidR="008026B9" w:rsidRPr="004D59C9" w:rsidRDefault="008026B9" w:rsidP="008026B9">
            <w:pPr>
              <w:rPr>
                <w:color w:val="FFFFFF" w:themeColor="background1"/>
              </w:rPr>
            </w:pPr>
            <w:r w:rsidRPr="004D59C9">
              <w:rPr>
                <w:rFonts w:asciiTheme="minorHAnsi" w:hAnsiTheme="minorHAnsi" w:cstheme="minorHAnsi"/>
                <w:sz w:val="24"/>
              </w:rPr>
              <w:t>Tolu Esan</w:t>
            </w:r>
            <w:r w:rsidR="00FE4B91">
              <w:rPr>
                <w:rFonts w:asciiTheme="minorHAnsi" w:hAnsiTheme="minorHAnsi" w:cstheme="minorHAnsi"/>
                <w:sz w:val="24"/>
              </w:rPr>
              <w:t>/Gavin Anderson</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95BEBD" w14:textId="5A4E44E5" w:rsidR="008026B9" w:rsidRPr="00061C92" w:rsidRDefault="00FE4B91" w:rsidP="008026B9">
            <w:pPr>
              <w:rPr>
                <w:rFonts w:cs="Arial"/>
                <w:b/>
                <w:i/>
              </w:rPr>
            </w:pPr>
            <w:r>
              <w:rPr>
                <w:rFonts w:cs="Arial"/>
                <w:b/>
                <w:i/>
              </w:rPr>
              <w:t>Y</w:t>
            </w:r>
          </w:p>
        </w:tc>
      </w:tr>
      <w:tr w:rsidR="008026B9" w:rsidRPr="00061C92" w14:paraId="4231B7AF" w14:textId="77777777" w:rsidTr="00244186">
        <w:trPr>
          <w:trHeight w:val="313"/>
        </w:trPr>
        <w:tc>
          <w:tcPr>
            <w:tcW w:w="3970"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E68499" w14:textId="67F52965" w:rsidR="008026B9" w:rsidRPr="009E5084" w:rsidRDefault="008026B9" w:rsidP="008026B9">
            <w:pPr>
              <w:rPr>
                <w:b/>
                <w:color w:val="FFFFFF" w:themeColor="background1"/>
              </w:rPr>
            </w:pPr>
            <w:r>
              <w:rPr>
                <w:b/>
                <w:color w:val="FFFFFF" w:themeColor="background1"/>
              </w:rPr>
              <w:t>WAGCM</w:t>
            </w:r>
            <w:r w:rsidR="00D13E6F">
              <w:rPr>
                <w:b/>
                <w:color w:val="FFFFFF" w:themeColor="background1"/>
              </w:rPr>
              <w:t>1</w:t>
            </w:r>
          </w:p>
        </w:tc>
        <w:tc>
          <w:tcPr>
            <w:tcW w:w="510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799536" w14:textId="77777777" w:rsidR="008026B9" w:rsidRPr="00061C92" w:rsidRDefault="008026B9" w:rsidP="008026B9">
            <w:pPr>
              <w:rPr>
                <w:rFonts w:cs="Arial"/>
                <w:b/>
                <w:i/>
              </w:rPr>
            </w:pPr>
          </w:p>
        </w:tc>
      </w:tr>
    </w:tbl>
    <w:p w14:paraId="08607DB5" w14:textId="77777777" w:rsidR="00276E4B" w:rsidRDefault="00276E4B" w:rsidP="000C4B80">
      <w:pPr>
        <w:pStyle w:val="BodyText"/>
        <w:rPr>
          <w:i/>
          <w:sz w:val="20"/>
        </w:rPr>
      </w:pPr>
    </w:p>
    <w:p w14:paraId="78C34704" w14:textId="77777777" w:rsidR="00E07678" w:rsidRDefault="00E07678">
      <w:pPr>
        <w:spacing w:after="160" w:line="259" w:lineRule="auto"/>
        <w:rPr>
          <w:b/>
          <w:color w:val="F26522" w:themeColor="accent1"/>
          <w:sz w:val="24"/>
        </w:rPr>
      </w:pPr>
      <w:r>
        <w:rPr>
          <w:b/>
          <w:color w:val="F26522" w:themeColor="accent1"/>
          <w:sz w:val="24"/>
        </w:rPr>
        <w:br w:type="page"/>
      </w:r>
    </w:p>
    <w:p w14:paraId="7688627B" w14:textId="77777777" w:rsidR="00A56ECB" w:rsidRPr="008D369C" w:rsidRDefault="00A56ECB" w:rsidP="00A56ECB">
      <w:pPr>
        <w:pStyle w:val="BodyText"/>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6936F69A"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w:t>
      </w:r>
      <w:r w:rsidR="00BF0C7F">
        <w:rPr>
          <w:sz w:val="24"/>
        </w:rPr>
        <w:t>O</w:t>
      </w:r>
      <w:r>
        <w:rPr>
          <w:sz w:val="24"/>
        </w:rPr>
        <w:t>riginal and WA</w:t>
      </w:r>
      <w:r w:rsidR="001F2D80">
        <w:rPr>
          <w:sz w:val="24"/>
        </w:rPr>
        <w:t>G</w:t>
      </w:r>
      <w:r>
        <w:rPr>
          <w:sz w:val="24"/>
        </w:rPr>
        <w:t xml:space="preserve">CMs against the </w:t>
      </w:r>
      <w:r w:rsidR="001F2D80">
        <w:rPr>
          <w:sz w:val="24"/>
        </w:rPr>
        <w:t>Grid Code</w:t>
      </w:r>
      <w:r>
        <w:rPr>
          <w:sz w:val="24"/>
        </w:rPr>
        <w:t xml:space="preserve"> objectives compared to the baseline (the current </w:t>
      </w:r>
      <w:r w:rsidR="001F2D80">
        <w:rPr>
          <w:sz w:val="24"/>
        </w:rPr>
        <w:t>Grid Code</w:t>
      </w:r>
      <w:r>
        <w:rPr>
          <w:sz w:val="24"/>
        </w:rPr>
        <w:t xml:space="preserve">). </w:t>
      </w:r>
    </w:p>
    <w:p w14:paraId="7C9F5DC4"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08DD10A8" w14:textId="77777777" w:rsidR="0061550B" w:rsidRDefault="0061550B" w:rsidP="005642DC">
      <w:pPr>
        <w:pStyle w:val="BodyText"/>
        <w:rPr>
          <w:sz w:val="24"/>
        </w:rPr>
      </w:pPr>
    </w:p>
    <w:p w14:paraId="23D4B89A" w14:textId="77777777" w:rsidR="000C4B80" w:rsidRPr="00E57DAF" w:rsidRDefault="0061550B" w:rsidP="008D369C">
      <w:pPr>
        <w:pStyle w:val="BodyText"/>
        <w:rPr>
          <w:sz w:val="24"/>
        </w:rPr>
      </w:pPr>
      <w:r>
        <w:rPr>
          <w:sz w:val="24"/>
        </w:rPr>
        <w:t>A</w:t>
      </w:r>
      <w:r w:rsidR="001F2D80">
        <w:rPr>
          <w:sz w:val="24"/>
        </w:rPr>
        <w:t>G</w:t>
      </w:r>
      <w:r>
        <w:rPr>
          <w:sz w:val="24"/>
        </w:rPr>
        <w:t xml:space="preserve">CO = Applicable </w:t>
      </w:r>
      <w:r w:rsidR="00683EA0">
        <w:rPr>
          <w:sz w:val="24"/>
        </w:rPr>
        <w:t>Grid Code</w:t>
      </w:r>
      <w:r>
        <w:rPr>
          <w:sz w:val="24"/>
        </w:rPr>
        <w:t xml:space="preserve"> Objective</w:t>
      </w:r>
    </w:p>
    <w:p w14:paraId="32BAAEEF"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A0D40" w:rsidRPr="00061C92" w14:paraId="7F95F77E" w14:textId="77777777" w:rsidTr="00E57DA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D5C923" w14:textId="77777777" w:rsidR="00CA0D40" w:rsidRPr="00061C92" w:rsidRDefault="00CA0D40" w:rsidP="00A6364C">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92140A"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1792AF"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630F41"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34CF5A0" w14:textId="77777777" w:rsidR="00CA0D40" w:rsidRPr="00061C92" w:rsidRDefault="00CA0D40" w:rsidP="00A6364C">
            <w:pPr>
              <w:ind w:right="-120"/>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77B9C4" w14:textId="77777777" w:rsidR="00CA0D40" w:rsidRPr="00061C92" w:rsidRDefault="00CA0D40" w:rsidP="00A6364C">
            <w:pPr>
              <w:ind w:right="-120"/>
              <w:rPr>
                <w:rFonts w:cs="Arial"/>
                <w:b/>
                <w:color w:val="FFFFFF"/>
              </w:rPr>
            </w:pPr>
            <w:r>
              <w:rPr>
                <w:rFonts w:cs="Arial"/>
                <w:b/>
                <w:color w:val="FFFFFF"/>
              </w:rPr>
              <w:t>Better facilitates A</w:t>
            </w:r>
            <w:r w:rsidR="001F2D80">
              <w:rPr>
                <w:rFonts w:cs="Arial"/>
                <w:b/>
                <w:color w:val="FFFFFF"/>
              </w:rPr>
              <w:t>G</w:t>
            </w:r>
            <w:r>
              <w:rPr>
                <w:rFonts w:cs="Arial"/>
                <w:b/>
                <w:color w:val="FFFFFF"/>
              </w:rPr>
              <w:t>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E1E6859" w14:textId="77777777" w:rsidR="00CA0D40" w:rsidRPr="00061C92" w:rsidRDefault="00CA0D40" w:rsidP="00A6364C">
            <w:pPr>
              <w:ind w:right="-120"/>
              <w:rPr>
                <w:rFonts w:cs="Arial"/>
                <w:b/>
                <w:color w:val="FFFFFF"/>
              </w:rPr>
            </w:pPr>
            <w:r w:rsidRPr="00061C92">
              <w:rPr>
                <w:rFonts w:cs="Arial"/>
                <w:b/>
                <w:color w:val="FFFFFF"/>
              </w:rPr>
              <w:t>Overall (Y/N)</w:t>
            </w:r>
          </w:p>
        </w:tc>
      </w:tr>
      <w:tr w:rsidR="00CA0D40" w:rsidRPr="00061C92" w14:paraId="7C958280"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744A2D2" w14:textId="77777777" w:rsidR="00CA0D40" w:rsidRPr="008D369C" w:rsidRDefault="00CA0D40" w:rsidP="00A6364C">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F272A7A" w14:textId="56124B7C" w:rsidR="00CA0D40" w:rsidRPr="008D369C" w:rsidRDefault="00816BAC" w:rsidP="00A6364C">
            <w:pPr>
              <w:rPr>
                <w:rFonts w:cs="Arial"/>
                <w:color w:val="FFFFFF" w:themeColor="background1"/>
                <w:highlight w:val="yellow"/>
              </w:rPr>
            </w:pPr>
            <w:r>
              <w:rPr>
                <w:rFonts w:cs="Arial"/>
                <w:color w:val="FFFFFF" w:themeColor="background1"/>
              </w:rPr>
              <w:t>Alastair Frew</w:t>
            </w:r>
            <w:r w:rsidR="00421AC9">
              <w:rPr>
                <w:rFonts w:cs="Arial"/>
                <w:color w:val="FFFFFF" w:themeColor="background1"/>
              </w:rPr>
              <w:t xml:space="preserve"> </w:t>
            </w:r>
            <w:r w:rsidR="008D369C" w:rsidRPr="008D369C">
              <w:rPr>
                <w:rFonts w:cs="Arial"/>
                <w:color w:val="FFFFFF" w:themeColor="background1"/>
              </w:rPr>
              <w:t xml:space="preserve">– </w:t>
            </w:r>
            <w:r w:rsidR="00907E2D">
              <w:rPr>
                <w:rFonts w:cs="Arial"/>
                <w:color w:val="FFFFFF" w:themeColor="background1"/>
              </w:rPr>
              <w:t xml:space="preserve">Drax </w:t>
            </w:r>
          </w:p>
        </w:tc>
      </w:tr>
      <w:tr w:rsidR="00CA0D40" w:rsidRPr="00061C92" w14:paraId="31133518"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EBC7631" w14:textId="77777777" w:rsidR="00CA0D40" w:rsidRPr="008D369C" w:rsidRDefault="00CA0D40" w:rsidP="00A6364C">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0EFBDB"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E0FA65"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F2B5A7"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2FB403"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819C9F5"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658103" w14:textId="77777777" w:rsidR="00CA0D40" w:rsidRPr="00061C92" w:rsidRDefault="00CA0D40" w:rsidP="00A6364C">
            <w:pPr>
              <w:rPr>
                <w:rFonts w:cs="Arial"/>
                <w:b/>
                <w:i/>
              </w:rPr>
            </w:pPr>
          </w:p>
        </w:tc>
      </w:tr>
      <w:tr w:rsidR="00CA0D40" w:rsidRPr="00061C92" w14:paraId="0A4E72BA"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8E8ADDD" w14:textId="77777777" w:rsidR="00CA0D40" w:rsidRPr="008D369C" w:rsidRDefault="00CA0D40" w:rsidP="00A6364C">
            <w:pPr>
              <w:rPr>
                <w:rFonts w:cs="Arial"/>
                <w:color w:val="FFFFFF" w:themeColor="background1"/>
              </w:rPr>
            </w:pPr>
            <w:r w:rsidRPr="008D369C">
              <w:rPr>
                <w:rFonts w:cs="Arial"/>
                <w:color w:val="FFFFFF" w:themeColor="background1"/>
              </w:rPr>
              <w:t>WA</w:t>
            </w:r>
            <w:r w:rsidR="005D46AF">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62D074"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E3AB75"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35A5FC"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2D7F66"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C7D5781"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92B5A0" w14:textId="77777777" w:rsidR="00CA0D40" w:rsidRPr="00061C92" w:rsidRDefault="00CA0D40" w:rsidP="00A6364C">
            <w:pPr>
              <w:rPr>
                <w:rFonts w:cs="Arial"/>
                <w:b/>
                <w:i/>
              </w:rPr>
            </w:pPr>
          </w:p>
        </w:tc>
      </w:tr>
      <w:tr w:rsidR="00384EE0" w:rsidRPr="00061C92" w14:paraId="5B64BE15" w14:textId="77777777" w:rsidTr="0078708E">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A6CB42A" w14:textId="77777777" w:rsidR="00384EE0" w:rsidRDefault="00384EE0" w:rsidP="00A6364C">
            <w:pPr>
              <w:rPr>
                <w:rFonts w:cs="Arial"/>
              </w:rPr>
            </w:pPr>
            <w:r w:rsidRPr="00061C92">
              <w:rPr>
                <w:rFonts w:cs="Arial"/>
              </w:rPr>
              <w:t xml:space="preserve">Voting Statement: </w:t>
            </w:r>
          </w:p>
          <w:p w14:paraId="3748B528" w14:textId="77777777" w:rsidR="00384EE0" w:rsidRPr="00061C92" w:rsidRDefault="00384EE0" w:rsidP="00A6364C">
            <w:pPr>
              <w:rPr>
                <w:rFonts w:cs="Arial"/>
              </w:rPr>
            </w:pPr>
          </w:p>
          <w:p w14:paraId="7B5A89C8" w14:textId="77777777" w:rsidR="00384EE0" w:rsidRPr="00061C92" w:rsidRDefault="00384EE0" w:rsidP="00A6364C">
            <w:pPr>
              <w:rPr>
                <w:rFonts w:cs="Arial"/>
                <w:b/>
                <w:i/>
              </w:rPr>
            </w:pPr>
          </w:p>
        </w:tc>
      </w:tr>
    </w:tbl>
    <w:p w14:paraId="42DD125B" w14:textId="77777777" w:rsidR="00122EA2" w:rsidRDefault="00122EA2" w:rsidP="00E57DAF">
      <w:pPr>
        <w:ind w:left="-426"/>
        <w:rPr>
          <w:sz w:val="24"/>
        </w:rPr>
      </w:pPr>
    </w:p>
    <w:p w14:paraId="67E03625"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4CE70BC8"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6F29CB9"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4731D8E"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419AD6"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DE042B"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52CC59"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764D4C"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8023B8"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6BB6B555"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6BBCB80"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D7AD127" w14:textId="4CF040FD" w:rsidR="002561B6" w:rsidRPr="008D369C" w:rsidRDefault="00816BAC" w:rsidP="00E2356B">
            <w:pPr>
              <w:rPr>
                <w:rFonts w:cs="Arial"/>
                <w:color w:val="FFFFFF" w:themeColor="background1"/>
                <w:highlight w:val="yellow"/>
              </w:rPr>
            </w:pPr>
            <w:r>
              <w:rPr>
                <w:rFonts w:cs="Arial"/>
                <w:color w:val="FFFFFF" w:themeColor="background1"/>
              </w:rPr>
              <w:t>Andrew McLeod</w:t>
            </w:r>
            <w:r w:rsidR="002561B6">
              <w:rPr>
                <w:rFonts w:cs="Arial"/>
                <w:color w:val="FFFFFF" w:themeColor="background1"/>
              </w:rPr>
              <w:t xml:space="preserve"> </w:t>
            </w:r>
            <w:r w:rsidR="002561B6" w:rsidRPr="008D369C">
              <w:rPr>
                <w:rFonts w:cs="Arial"/>
                <w:color w:val="FFFFFF" w:themeColor="background1"/>
              </w:rPr>
              <w:t xml:space="preserve">– </w:t>
            </w:r>
            <w:r w:rsidR="00273C97">
              <w:rPr>
                <w:rFonts w:cs="Arial"/>
                <w:color w:val="FFFFFF" w:themeColor="background1"/>
              </w:rPr>
              <w:t>Northern Powergrid</w:t>
            </w:r>
          </w:p>
        </w:tc>
      </w:tr>
      <w:tr w:rsidR="002561B6" w:rsidRPr="00061C92" w14:paraId="6A086183"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B577AEF"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1402C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8BC8CD4"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735B6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85AB8D"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B12F7BE"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B724B8" w14:textId="77777777" w:rsidR="002561B6" w:rsidRPr="00061C92" w:rsidRDefault="002561B6" w:rsidP="00E2356B">
            <w:pPr>
              <w:rPr>
                <w:rFonts w:cs="Arial"/>
                <w:b/>
                <w:i/>
              </w:rPr>
            </w:pPr>
          </w:p>
        </w:tc>
      </w:tr>
      <w:tr w:rsidR="002561B6" w:rsidRPr="00061C92" w14:paraId="2F9D482C"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E91C10C"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A7CDC4"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8D9AF6"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7EC97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051055"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F508F2E"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091ACC1" w14:textId="77777777" w:rsidR="002561B6" w:rsidRPr="00061C92" w:rsidRDefault="002561B6" w:rsidP="00E2356B">
            <w:pPr>
              <w:rPr>
                <w:rFonts w:cs="Arial"/>
                <w:b/>
                <w:i/>
              </w:rPr>
            </w:pPr>
          </w:p>
        </w:tc>
      </w:tr>
      <w:tr w:rsidR="002561B6" w:rsidRPr="00061C92" w14:paraId="16228F61"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B116304" w14:textId="77777777" w:rsidR="002561B6" w:rsidRDefault="002561B6" w:rsidP="00E2356B">
            <w:pPr>
              <w:rPr>
                <w:rFonts w:cs="Arial"/>
              </w:rPr>
            </w:pPr>
            <w:r w:rsidRPr="00061C92">
              <w:rPr>
                <w:rFonts w:cs="Arial"/>
              </w:rPr>
              <w:t xml:space="preserve">Voting Statement: </w:t>
            </w:r>
          </w:p>
          <w:p w14:paraId="05105551" w14:textId="77777777" w:rsidR="002561B6" w:rsidRPr="00061C92" w:rsidRDefault="002561B6" w:rsidP="00E2356B">
            <w:pPr>
              <w:rPr>
                <w:rFonts w:cs="Arial"/>
              </w:rPr>
            </w:pPr>
          </w:p>
          <w:p w14:paraId="5EA5B521" w14:textId="77777777" w:rsidR="002561B6" w:rsidRPr="00061C92" w:rsidRDefault="002561B6" w:rsidP="00E2356B">
            <w:pPr>
              <w:rPr>
                <w:rFonts w:cs="Arial"/>
                <w:b/>
                <w:i/>
              </w:rPr>
            </w:pPr>
          </w:p>
        </w:tc>
      </w:tr>
    </w:tbl>
    <w:p w14:paraId="3D6280C3" w14:textId="77777777" w:rsidR="002561B6" w:rsidRDefault="002561B6" w:rsidP="00E57DAF">
      <w:pPr>
        <w:ind w:left="-426"/>
        <w:rPr>
          <w:sz w:val="24"/>
        </w:rPr>
      </w:pPr>
    </w:p>
    <w:p w14:paraId="463F805A"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1AB13880"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809EC8"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58557F"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D49FC3"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01BF47"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13CC8E"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9B1B2E"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26EAB5E"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774B28C3"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BD14A03"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71121D1" w14:textId="3947E6B5" w:rsidR="002561B6" w:rsidRPr="008D369C" w:rsidRDefault="00816BAC" w:rsidP="00E2356B">
            <w:pPr>
              <w:rPr>
                <w:rFonts w:cs="Arial"/>
                <w:color w:val="FFFFFF" w:themeColor="background1"/>
                <w:highlight w:val="yellow"/>
              </w:rPr>
            </w:pPr>
            <w:r>
              <w:rPr>
                <w:rFonts w:cs="Arial"/>
                <w:color w:val="FFFFFF" w:themeColor="background1"/>
              </w:rPr>
              <w:t xml:space="preserve">Andrew </w:t>
            </w:r>
            <w:proofErr w:type="spellStart"/>
            <w:r>
              <w:rPr>
                <w:rFonts w:cs="Arial"/>
                <w:color w:val="FFFFFF" w:themeColor="background1"/>
              </w:rPr>
              <w:t>Vaudin</w:t>
            </w:r>
            <w:proofErr w:type="spellEnd"/>
            <w:r w:rsidR="002561B6">
              <w:rPr>
                <w:rFonts w:cs="Arial"/>
                <w:color w:val="FFFFFF" w:themeColor="background1"/>
              </w:rPr>
              <w:t xml:space="preserve"> </w:t>
            </w:r>
            <w:r w:rsidR="002561B6" w:rsidRPr="008D369C">
              <w:rPr>
                <w:rFonts w:cs="Arial"/>
                <w:color w:val="FFFFFF" w:themeColor="background1"/>
              </w:rPr>
              <w:t xml:space="preserve">– </w:t>
            </w:r>
            <w:r w:rsidR="00273C97">
              <w:rPr>
                <w:rFonts w:cs="Arial"/>
                <w:color w:val="FFFFFF" w:themeColor="background1"/>
              </w:rPr>
              <w:t>EDF Energy</w:t>
            </w:r>
          </w:p>
        </w:tc>
      </w:tr>
      <w:tr w:rsidR="002561B6" w:rsidRPr="00061C92" w14:paraId="3D0527DF"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967B8E1"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B2C42E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0FE72C"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924467E"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B142DC"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E5EF220"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7B8760" w14:textId="77777777" w:rsidR="002561B6" w:rsidRPr="00061C92" w:rsidRDefault="002561B6" w:rsidP="00E2356B">
            <w:pPr>
              <w:rPr>
                <w:rFonts w:cs="Arial"/>
                <w:b/>
                <w:i/>
              </w:rPr>
            </w:pPr>
          </w:p>
        </w:tc>
      </w:tr>
      <w:tr w:rsidR="002561B6" w:rsidRPr="00061C92" w14:paraId="6844C66F"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9D7601F"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68F2B07"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7273FF"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AD8F048"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86AA30"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C3BB779"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FA741A" w14:textId="77777777" w:rsidR="002561B6" w:rsidRPr="00061C92" w:rsidRDefault="002561B6" w:rsidP="00E2356B">
            <w:pPr>
              <w:rPr>
                <w:rFonts w:cs="Arial"/>
                <w:b/>
                <w:i/>
              </w:rPr>
            </w:pPr>
          </w:p>
        </w:tc>
      </w:tr>
      <w:tr w:rsidR="002561B6" w:rsidRPr="00061C92" w14:paraId="2F30CBCE"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4DB2F9" w14:textId="77777777" w:rsidR="002561B6" w:rsidRDefault="002561B6" w:rsidP="00E2356B">
            <w:pPr>
              <w:rPr>
                <w:rFonts w:cs="Arial"/>
              </w:rPr>
            </w:pPr>
            <w:r w:rsidRPr="00061C92">
              <w:rPr>
                <w:rFonts w:cs="Arial"/>
              </w:rPr>
              <w:t xml:space="preserve">Voting Statement: </w:t>
            </w:r>
          </w:p>
          <w:p w14:paraId="31D7C2FD" w14:textId="77777777" w:rsidR="002561B6" w:rsidRPr="00061C92" w:rsidRDefault="002561B6" w:rsidP="00E2356B">
            <w:pPr>
              <w:rPr>
                <w:rFonts w:cs="Arial"/>
              </w:rPr>
            </w:pPr>
          </w:p>
          <w:p w14:paraId="3D603728" w14:textId="77777777" w:rsidR="002561B6" w:rsidRPr="00061C92" w:rsidRDefault="002561B6" w:rsidP="00E2356B">
            <w:pPr>
              <w:rPr>
                <w:rFonts w:cs="Arial"/>
                <w:b/>
                <w:i/>
              </w:rPr>
            </w:pPr>
          </w:p>
        </w:tc>
      </w:tr>
    </w:tbl>
    <w:p w14:paraId="65E356AA" w14:textId="77777777" w:rsidR="002561B6" w:rsidRDefault="002561B6" w:rsidP="00E57DAF">
      <w:pPr>
        <w:ind w:left="-426"/>
        <w:rPr>
          <w:sz w:val="24"/>
        </w:rPr>
      </w:pPr>
    </w:p>
    <w:p w14:paraId="1473B39D"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1AAC14C6"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470E816"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848E33"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501E2F"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A2BAE1"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3E8205C"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2E1C00"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F4F6C7"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09CE7B10"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6A5B9A8"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ED0580B" w14:textId="243D62EB" w:rsidR="002561B6" w:rsidRPr="008D369C" w:rsidRDefault="00816BAC" w:rsidP="00E2356B">
            <w:pPr>
              <w:rPr>
                <w:rFonts w:cs="Arial"/>
                <w:color w:val="FFFFFF" w:themeColor="background1"/>
                <w:highlight w:val="yellow"/>
              </w:rPr>
            </w:pPr>
            <w:r>
              <w:rPr>
                <w:rFonts w:cs="Arial"/>
                <w:color w:val="FFFFFF" w:themeColor="background1"/>
              </w:rPr>
              <w:t xml:space="preserve">Bill </w:t>
            </w:r>
            <w:proofErr w:type="spellStart"/>
            <w:r>
              <w:rPr>
                <w:rFonts w:cs="Arial"/>
                <w:color w:val="FFFFFF" w:themeColor="background1"/>
              </w:rPr>
              <w:t>D’Albertason</w:t>
            </w:r>
            <w:proofErr w:type="spellEnd"/>
            <w:r w:rsidR="002561B6">
              <w:rPr>
                <w:rFonts w:cs="Arial"/>
                <w:color w:val="FFFFFF" w:themeColor="background1"/>
              </w:rPr>
              <w:t xml:space="preserve"> </w:t>
            </w:r>
            <w:r w:rsidR="002561B6" w:rsidRPr="008D369C">
              <w:rPr>
                <w:rFonts w:cs="Arial"/>
                <w:color w:val="FFFFFF" w:themeColor="background1"/>
              </w:rPr>
              <w:t xml:space="preserve">– </w:t>
            </w:r>
            <w:r w:rsidR="00273C97">
              <w:rPr>
                <w:rFonts w:cs="Arial"/>
                <w:color w:val="FFFFFF" w:themeColor="background1"/>
              </w:rPr>
              <w:t>UK Power Networks</w:t>
            </w:r>
          </w:p>
        </w:tc>
      </w:tr>
      <w:tr w:rsidR="002561B6" w:rsidRPr="00061C92" w14:paraId="79014B50"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153B8DA"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3E76B3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0083B80"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DF6B47"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234B1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904E2C9"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7D17A8" w14:textId="77777777" w:rsidR="002561B6" w:rsidRPr="00061C92" w:rsidRDefault="002561B6" w:rsidP="00E2356B">
            <w:pPr>
              <w:rPr>
                <w:rFonts w:cs="Arial"/>
                <w:b/>
                <w:i/>
              </w:rPr>
            </w:pPr>
          </w:p>
        </w:tc>
      </w:tr>
      <w:tr w:rsidR="002561B6" w:rsidRPr="00061C92" w14:paraId="0FE1E8A1"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1B3409C" w14:textId="77777777" w:rsidR="002561B6" w:rsidRPr="008D369C" w:rsidRDefault="002561B6" w:rsidP="00E2356B">
            <w:pPr>
              <w:rPr>
                <w:rFonts w:cs="Arial"/>
                <w:color w:val="FFFFFF" w:themeColor="background1"/>
              </w:rPr>
            </w:pPr>
            <w:r w:rsidRPr="008D369C">
              <w:rPr>
                <w:rFonts w:cs="Arial"/>
                <w:color w:val="FFFFFF" w:themeColor="background1"/>
              </w:rPr>
              <w:lastRenderedPageBreak/>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4C286F4"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BFEFCC"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F5F1E95"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24F9D1"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890AFE6"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1B8F6D3" w14:textId="77777777" w:rsidR="002561B6" w:rsidRPr="00061C92" w:rsidRDefault="002561B6" w:rsidP="00E2356B">
            <w:pPr>
              <w:rPr>
                <w:rFonts w:cs="Arial"/>
                <w:b/>
                <w:i/>
              </w:rPr>
            </w:pPr>
          </w:p>
        </w:tc>
      </w:tr>
      <w:tr w:rsidR="002561B6" w:rsidRPr="00061C92" w14:paraId="682D667C"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0702B40" w14:textId="77777777" w:rsidR="002561B6" w:rsidRDefault="002561B6" w:rsidP="00E2356B">
            <w:pPr>
              <w:rPr>
                <w:rFonts w:cs="Arial"/>
              </w:rPr>
            </w:pPr>
            <w:r w:rsidRPr="00061C92">
              <w:rPr>
                <w:rFonts w:cs="Arial"/>
              </w:rPr>
              <w:t xml:space="preserve">Voting Statement: </w:t>
            </w:r>
          </w:p>
          <w:p w14:paraId="3A380201" w14:textId="77777777" w:rsidR="002561B6" w:rsidRPr="00061C92" w:rsidRDefault="002561B6" w:rsidP="00E2356B">
            <w:pPr>
              <w:rPr>
                <w:rFonts w:cs="Arial"/>
              </w:rPr>
            </w:pPr>
          </w:p>
          <w:p w14:paraId="11B1AC58" w14:textId="77777777" w:rsidR="002561B6" w:rsidRPr="00061C92" w:rsidRDefault="002561B6" w:rsidP="00E2356B">
            <w:pPr>
              <w:rPr>
                <w:rFonts w:cs="Arial"/>
                <w:b/>
                <w:i/>
              </w:rPr>
            </w:pPr>
          </w:p>
        </w:tc>
      </w:tr>
    </w:tbl>
    <w:p w14:paraId="35152D74" w14:textId="77777777" w:rsidR="002561B6" w:rsidRDefault="002561B6" w:rsidP="003C4078">
      <w:pPr>
        <w:rPr>
          <w:sz w:val="24"/>
        </w:rPr>
      </w:pPr>
    </w:p>
    <w:p w14:paraId="3ECE00E5"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7AADA90F"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B2EB4D0"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DB995B"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8971366"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CFF3A4"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2C2AE47"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1A48926"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02E48DA"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4661E9FA"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33BAACB"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31421CF" w14:textId="3E4E37B6" w:rsidR="002561B6" w:rsidRPr="008D369C" w:rsidRDefault="00816BAC" w:rsidP="00E2356B">
            <w:pPr>
              <w:rPr>
                <w:rFonts w:cs="Arial"/>
                <w:color w:val="FFFFFF" w:themeColor="background1"/>
                <w:highlight w:val="yellow"/>
              </w:rPr>
            </w:pPr>
            <w:r>
              <w:rPr>
                <w:rFonts w:cs="Arial"/>
                <w:color w:val="FFFFFF" w:themeColor="background1"/>
              </w:rPr>
              <w:t>Garth Graham</w:t>
            </w:r>
            <w:r w:rsidR="002561B6">
              <w:rPr>
                <w:rFonts w:cs="Arial"/>
                <w:color w:val="FFFFFF" w:themeColor="background1"/>
              </w:rPr>
              <w:t xml:space="preserve"> </w:t>
            </w:r>
            <w:r w:rsidR="002561B6" w:rsidRPr="008D369C">
              <w:rPr>
                <w:rFonts w:cs="Arial"/>
                <w:color w:val="FFFFFF" w:themeColor="background1"/>
              </w:rPr>
              <w:t xml:space="preserve">– </w:t>
            </w:r>
            <w:r w:rsidR="00273C97">
              <w:rPr>
                <w:rFonts w:cs="Arial"/>
                <w:color w:val="FFFFFF" w:themeColor="background1"/>
              </w:rPr>
              <w:t>SSE Generation</w:t>
            </w:r>
          </w:p>
        </w:tc>
      </w:tr>
      <w:tr w:rsidR="002561B6" w:rsidRPr="00061C92" w14:paraId="2C378D1C"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559E540"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BCA26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AE9D82"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DD737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A49EDD"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46F41F4"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41F3EC" w14:textId="77777777" w:rsidR="002561B6" w:rsidRPr="00061C92" w:rsidRDefault="002561B6" w:rsidP="00E2356B">
            <w:pPr>
              <w:rPr>
                <w:rFonts w:cs="Arial"/>
                <w:b/>
                <w:i/>
              </w:rPr>
            </w:pPr>
          </w:p>
        </w:tc>
      </w:tr>
      <w:tr w:rsidR="002561B6" w:rsidRPr="00061C92" w14:paraId="0D94A278"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A2D460F"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5E593F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69BDB3"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9F4F7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B9A250"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894B58D"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059792" w14:textId="77777777" w:rsidR="002561B6" w:rsidRPr="00061C92" w:rsidRDefault="002561B6" w:rsidP="00E2356B">
            <w:pPr>
              <w:rPr>
                <w:rFonts w:cs="Arial"/>
                <w:b/>
                <w:i/>
              </w:rPr>
            </w:pPr>
          </w:p>
        </w:tc>
      </w:tr>
      <w:tr w:rsidR="002561B6" w:rsidRPr="00061C92" w14:paraId="43D1820D"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9F322C8" w14:textId="77777777" w:rsidR="002561B6" w:rsidRDefault="002561B6" w:rsidP="00E2356B">
            <w:pPr>
              <w:rPr>
                <w:rFonts w:cs="Arial"/>
              </w:rPr>
            </w:pPr>
            <w:r w:rsidRPr="00061C92">
              <w:rPr>
                <w:rFonts w:cs="Arial"/>
              </w:rPr>
              <w:t xml:space="preserve">Voting Statement: </w:t>
            </w:r>
          </w:p>
          <w:p w14:paraId="4F8A030F" w14:textId="77777777" w:rsidR="002561B6" w:rsidRPr="00061C92" w:rsidRDefault="002561B6" w:rsidP="00E2356B">
            <w:pPr>
              <w:rPr>
                <w:rFonts w:cs="Arial"/>
              </w:rPr>
            </w:pPr>
          </w:p>
          <w:p w14:paraId="7CA43D53" w14:textId="77777777" w:rsidR="002561B6" w:rsidRPr="00061C92" w:rsidRDefault="002561B6" w:rsidP="00E2356B">
            <w:pPr>
              <w:rPr>
                <w:rFonts w:cs="Arial"/>
                <w:b/>
                <w:i/>
              </w:rPr>
            </w:pPr>
          </w:p>
        </w:tc>
      </w:tr>
    </w:tbl>
    <w:p w14:paraId="62AF53CC" w14:textId="77777777" w:rsidR="002561B6" w:rsidRDefault="002561B6" w:rsidP="00E57DAF">
      <w:pPr>
        <w:ind w:left="-426"/>
        <w:rPr>
          <w:sz w:val="24"/>
        </w:rPr>
      </w:pPr>
    </w:p>
    <w:p w14:paraId="0DF88055"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2D3D4434"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A47A58"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F68219"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8E9C3F0"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B0E9346"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34AA09"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46C11A9"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EE3392"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52880348"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26E4267"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AF63624" w14:textId="1A7EFBF0" w:rsidR="002561B6" w:rsidRPr="008D369C" w:rsidRDefault="00816BAC" w:rsidP="00E2356B">
            <w:pPr>
              <w:rPr>
                <w:rFonts w:cs="Arial"/>
                <w:color w:val="FFFFFF" w:themeColor="background1"/>
                <w:highlight w:val="yellow"/>
              </w:rPr>
            </w:pPr>
            <w:r>
              <w:rPr>
                <w:rFonts w:cs="Arial"/>
                <w:color w:val="FFFFFF" w:themeColor="background1"/>
              </w:rPr>
              <w:t>Graeme Vincent</w:t>
            </w:r>
            <w:r w:rsidR="002561B6">
              <w:rPr>
                <w:rFonts w:cs="Arial"/>
                <w:color w:val="FFFFFF" w:themeColor="background1"/>
              </w:rPr>
              <w:t xml:space="preserve"> </w:t>
            </w:r>
            <w:r w:rsidR="002561B6" w:rsidRPr="008D369C">
              <w:rPr>
                <w:rFonts w:cs="Arial"/>
                <w:color w:val="FFFFFF" w:themeColor="background1"/>
              </w:rPr>
              <w:t xml:space="preserve">– </w:t>
            </w:r>
            <w:r w:rsidR="00B5205C">
              <w:rPr>
                <w:rFonts w:cs="Arial"/>
                <w:color w:val="FFFFFF" w:themeColor="background1"/>
              </w:rPr>
              <w:t>SP Energy Networks</w:t>
            </w:r>
          </w:p>
        </w:tc>
      </w:tr>
      <w:tr w:rsidR="002561B6" w:rsidRPr="00061C92" w14:paraId="3F7141A1"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6F2B2E7"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7C62846"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03F5E6"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AFD44A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40B608"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941D30"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306A78" w14:textId="77777777" w:rsidR="002561B6" w:rsidRPr="00061C92" w:rsidRDefault="002561B6" w:rsidP="00E2356B">
            <w:pPr>
              <w:rPr>
                <w:rFonts w:cs="Arial"/>
                <w:b/>
                <w:i/>
              </w:rPr>
            </w:pPr>
          </w:p>
        </w:tc>
      </w:tr>
      <w:tr w:rsidR="002561B6" w:rsidRPr="00061C92" w14:paraId="2BE2CEE2"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6EF94A0"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025C7D7"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707DEA"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A9B48B0"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4030C7"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39BF58B"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27B8A1" w14:textId="77777777" w:rsidR="002561B6" w:rsidRPr="00061C92" w:rsidRDefault="002561B6" w:rsidP="00E2356B">
            <w:pPr>
              <w:rPr>
                <w:rFonts w:cs="Arial"/>
                <w:b/>
                <w:i/>
              </w:rPr>
            </w:pPr>
          </w:p>
        </w:tc>
      </w:tr>
      <w:tr w:rsidR="002561B6" w:rsidRPr="00061C92" w14:paraId="0E54F0E8"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BAA8EE1" w14:textId="77777777" w:rsidR="002561B6" w:rsidRDefault="002561B6" w:rsidP="00E2356B">
            <w:pPr>
              <w:rPr>
                <w:rFonts w:cs="Arial"/>
              </w:rPr>
            </w:pPr>
            <w:r w:rsidRPr="00061C92">
              <w:rPr>
                <w:rFonts w:cs="Arial"/>
              </w:rPr>
              <w:t xml:space="preserve">Voting Statement: </w:t>
            </w:r>
          </w:p>
          <w:p w14:paraId="49382029" w14:textId="77777777" w:rsidR="002561B6" w:rsidRPr="00061C92" w:rsidRDefault="002561B6" w:rsidP="00E2356B">
            <w:pPr>
              <w:rPr>
                <w:rFonts w:cs="Arial"/>
              </w:rPr>
            </w:pPr>
          </w:p>
          <w:p w14:paraId="0936973F" w14:textId="77777777" w:rsidR="002561B6" w:rsidRPr="00061C92" w:rsidRDefault="002561B6" w:rsidP="00E2356B">
            <w:pPr>
              <w:rPr>
                <w:rFonts w:cs="Arial"/>
                <w:b/>
                <w:i/>
              </w:rPr>
            </w:pPr>
          </w:p>
        </w:tc>
      </w:tr>
    </w:tbl>
    <w:p w14:paraId="26A07B3C" w14:textId="77777777" w:rsidR="002561B6" w:rsidRDefault="002561B6" w:rsidP="00E57DAF">
      <w:pPr>
        <w:ind w:left="-426"/>
        <w:rPr>
          <w:sz w:val="24"/>
        </w:rPr>
      </w:pPr>
    </w:p>
    <w:p w14:paraId="0B65E100"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709002AE"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B23929"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E47AA85"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6574E0"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54196EE"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481555"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86734CB"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614490"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34A388F1"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FC3BA28"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2C96E90" w14:textId="548ED921" w:rsidR="002561B6" w:rsidRPr="008D369C" w:rsidRDefault="00816BAC" w:rsidP="00E2356B">
            <w:pPr>
              <w:rPr>
                <w:rFonts w:cs="Arial"/>
                <w:color w:val="FFFFFF" w:themeColor="background1"/>
                <w:highlight w:val="yellow"/>
              </w:rPr>
            </w:pPr>
            <w:r>
              <w:rPr>
                <w:rFonts w:cs="Arial"/>
                <w:color w:val="FFFFFF" w:themeColor="background1"/>
              </w:rPr>
              <w:t>Graz Macdonald</w:t>
            </w:r>
            <w:r w:rsidR="002561B6">
              <w:rPr>
                <w:rFonts w:cs="Arial"/>
                <w:color w:val="FFFFFF" w:themeColor="background1"/>
              </w:rPr>
              <w:t xml:space="preserve"> </w:t>
            </w:r>
            <w:r w:rsidR="002561B6" w:rsidRPr="008D369C">
              <w:rPr>
                <w:rFonts w:cs="Arial"/>
                <w:color w:val="FFFFFF" w:themeColor="background1"/>
              </w:rPr>
              <w:t xml:space="preserve">– </w:t>
            </w:r>
            <w:r w:rsidR="00B5205C">
              <w:rPr>
                <w:rFonts w:cs="Arial"/>
                <w:color w:val="FFFFFF" w:themeColor="background1"/>
              </w:rPr>
              <w:t>Waters Wye</w:t>
            </w:r>
          </w:p>
        </w:tc>
      </w:tr>
      <w:tr w:rsidR="002561B6" w:rsidRPr="00061C92" w14:paraId="364C58DC"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0C95E7F"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3AD28D"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3AC4FB5"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7A8195"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ACA1F1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718DAFA"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958641" w14:textId="77777777" w:rsidR="002561B6" w:rsidRPr="00061C92" w:rsidRDefault="002561B6" w:rsidP="00E2356B">
            <w:pPr>
              <w:rPr>
                <w:rFonts w:cs="Arial"/>
                <w:b/>
                <w:i/>
              </w:rPr>
            </w:pPr>
          </w:p>
        </w:tc>
      </w:tr>
      <w:tr w:rsidR="002561B6" w:rsidRPr="00061C92" w14:paraId="6BC625A3"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9F9C352"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DC6DAA2"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BE5B63"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C4930C"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4A020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B3CEDF8"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822B5C" w14:textId="77777777" w:rsidR="002561B6" w:rsidRPr="00061C92" w:rsidRDefault="002561B6" w:rsidP="00E2356B">
            <w:pPr>
              <w:rPr>
                <w:rFonts w:cs="Arial"/>
                <w:b/>
                <w:i/>
              </w:rPr>
            </w:pPr>
          </w:p>
        </w:tc>
      </w:tr>
      <w:tr w:rsidR="002561B6" w:rsidRPr="00061C92" w14:paraId="22018406"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9701986" w14:textId="77777777" w:rsidR="002561B6" w:rsidRDefault="002561B6" w:rsidP="00E2356B">
            <w:pPr>
              <w:rPr>
                <w:rFonts w:cs="Arial"/>
              </w:rPr>
            </w:pPr>
            <w:r w:rsidRPr="00061C92">
              <w:rPr>
                <w:rFonts w:cs="Arial"/>
              </w:rPr>
              <w:t xml:space="preserve">Voting Statement: </w:t>
            </w:r>
          </w:p>
          <w:p w14:paraId="5C9014C0" w14:textId="77777777" w:rsidR="002561B6" w:rsidRPr="00061C92" w:rsidRDefault="002561B6" w:rsidP="00E2356B">
            <w:pPr>
              <w:rPr>
                <w:rFonts w:cs="Arial"/>
              </w:rPr>
            </w:pPr>
          </w:p>
          <w:p w14:paraId="1E78F952" w14:textId="77777777" w:rsidR="002561B6" w:rsidRPr="00061C92" w:rsidRDefault="002561B6" w:rsidP="00E2356B">
            <w:pPr>
              <w:rPr>
                <w:rFonts w:cs="Arial"/>
                <w:b/>
                <w:i/>
              </w:rPr>
            </w:pPr>
          </w:p>
        </w:tc>
      </w:tr>
    </w:tbl>
    <w:p w14:paraId="5954D668" w14:textId="77777777" w:rsidR="002561B6" w:rsidRDefault="002561B6" w:rsidP="00E57DAF">
      <w:pPr>
        <w:ind w:left="-426"/>
        <w:rPr>
          <w:sz w:val="24"/>
        </w:rPr>
      </w:pPr>
    </w:p>
    <w:p w14:paraId="7C50DE81"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4A14B36A"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205E247"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C676D0"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C8EC2C"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1908F6"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C7988F4"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87CC55"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B6D4F5"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6C84B68C"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733BF61"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741A5DC" w14:textId="113310D2" w:rsidR="002561B6" w:rsidRPr="008D369C" w:rsidRDefault="00816BAC" w:rsidP="00E2356B">
            <w:pPr>
              <w:rPr>
                <w:rFonts w:cs="Arial"/>
                <w:color w:val="FFFFFF" w:themeColor="background1"/>
                <w:highlight w:val="yellow"/>
              </w:rPr>
            </w:pPr>
            <w:r>
              <w:rPr>
                <w:rFonts w:cs="Arial"/>
                <w:color w:val="FFFFFF" w:themeColor="background1"/>
              </w:rPr>
              <w:t>Gwyn Jones</w:t>
            </w:r>
            <w:r w:rsidR="002561B6">
              <w:rPr>
                <w:rFonts w:cs="Arial"/>
                <w:color w:val="FFFFFF" w:themeColor="background1"/>
              </w:rPr>
              <w:t xml:space="preserve"> </w:t>
            </w:r>
            <w:r w:rsidR="002561B6" w:rsidRPr="008D369C">
              <w:rPr>
                <w:rFonts w:cs="Arial"/>
                <w:color w:val="FFFFFF" w:themeColor="background1"/>
              </w:rPr>
              <w:t xml:space="preserve">– </w:t>
            </w:r>
            <w:r w:rsidR="00B5205C">
              <w:rPr>
                <w:rFonts w:cs="Arial"/>
                <w:color w:val="FFFFFF" w:themeColor="background1"/>
              </w:rPr>
              <w:t>Western Power Distribution</w:t>
            </w:r>
          </w:p>
        </w:tc>
      </w:tr>
      <w:tr w:rsidR="002561B6" w:rsidRPr="00061C92" w14:paraId="09D8E6E9"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A5BF998"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8302E0"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12303B"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D10DC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0AEDB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B4ECF43"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721D3F" w14:textId="77777777" w:rsidR="002561B6" w:rsidRPr="00061C92" w:rsidRDefault="002561B6" w:rsidP="00E2356B">
            <w:pPr>
              <w:rPr>
                <w:rFonts w:cs="Arial"/>
                <w:b/>
                <w:i/>
              </w:rPr>
            </w:pPr>
          </w:p>
        </w:tc>
      </w:tr>
      <w:tr w:rsidR="002561B6" w:rsidRPr="00061C92" w14:paraId="13E8F8DA"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11F3722"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92FFED"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70E223"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A05E0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43785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6BDCD3"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0347DF" w14:textId="77777777" w:rsidR="002561B6" w:rsidRPr="00061C92" w:rsidRDefault="002561B6" w:rsidP="00E2356B">
            <w:pPr>
              <w:rPr>
                <w:rFonts w:cs="Arial"/>
                <w:b/>
                <w:i/>
              </w:rPr>
            </w:pPr>
          </w:p>
        </w:tc>
      </w:tr>
      <w:tr w:rsidR="002561B6" w:rsidRPr="00061C92" w14:paraId="199D66F9"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9C5CC7A" w14:textId="77777777" w:rsidR="002561B6" w:rsidRDefault="002561B6" w:rsidP="00E2356B">
            <w:pPr>
              <w:rPr>
                <w:rFonts w:cs="Arial"/>
              </w:rPr>
            </w:pPr>
            <w:r w:rsidRPr="00061C92">
              <w:rPr>
                <w:rFonts w:cs="Arial"/>
              </w:rPr>
              <w:t xml:space="preserve">Voting Statement: </w:t>
            </w:r>
          </w:p>
          <w:p w14:paraId="14425637" w14:textId="77777777" w:rsidR="002561B6" w:rsidRPr="00061C92" w:rsidRDefault="002561B6" w:rsidP="00E2356B">
            <w:pPr>
              <w:rPr>
                <w:rFonts w:cs="Arial"/>
              </w:rPr>
            </w:pPr>
          </w:p>
          <w:p w14:paraId="4FF2330D" w14:textId="77777777" w:rsidR="002561B6" w:rsidRPr="00061C92" w:rsidRDefault="002561B6" w:rsidP="00E2356B">
            <w:pPr>
              <w:rPr>
                <w:rFonts w:cs="Arial"/>
                <w:b/>
                <w:i/>
              </w:rPr>
            </w:pPr>
          </w:p>
        </w:tc>
      </w:tr>
    </w:tbl>
    <w:p w14:paraId="32272010"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D64835" w:rsidRPr="00061C92" w14:paraId="76EB82BA" w14:textId="77777777" w:rsidTr="003E393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32D9D5E" w14:textId="77777777" w:rsidR="00D64835" w:rsidRPr="00061C92" w:rsidRDefault="00D64835" w:rsidP="003E393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7FAF83D" w14:textId="77777777" w:rsidR="00D64835" w:rsidRPr="00061C92" w:rsidRDefault="00D64835" w:rsidP="003E393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21214E1" w14:textId="77777777" w:rsidR="00D64835" w:rsidRPr="00061C92" w:rsidRDefault="00D64835" w:rsidP="003E393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B7B19E" w14:textId="77777777" w:rsidR="00D64835" w:rsidRPr="00061C92" w:rsidRDefault="00D64835" w:rsidP="003E393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4259E84" w14:textId="77777777" w:rsidR="00D64835" w:rsidRPr="00061C92" w:rsidRDefault="00D64835" w:rsidP="003E393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23F0D8D" w14:textId="77777777" w:rsidR="00D64835" w:rsidRPr="00061C92" w:rsidRDefault="00D64835" w:rsidP="003E393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7F7C272" w14:textId="77777777" w:rsidR="00D64835" w:rsidRPr="00061C92" w:rsidRDefault="00D64835" w:rsidP="003E393A">
            <w:pPr>
              <w:ind w:right="-120"/>
              <w:rPr>
                <w:rFonts w:cs="Arial"/>
                <w:b/>
                <w:color w:val="FFFFFF"/>
              </w:rPr>
            </w:pPr>
            <w:r w:rsidRPr="00061C92">
              <w:rPr>
                <w:rFonts w:cs="Arial"/>
                <w:b/>
                <w:color w:val="FFFFFF"/>
              </w:rPr>
              <w:t>Overall (Y/N)</w:t>
            </w:r>
          </w:p>
        </w:tc>
      </w:tr>
      <w:tr w:rsidR="00D64835" w:rsidRPr="00061C92" w14:paraId="2F37E093" w14:textId="77777777" w:rsidTr="003E393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4030864" w14:textId="77777777" w:rsidR="00D64835" w:rsidRPr="008D369C" w:rsidRDefault="00D64835" w:rsidP="003E393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365B0AE" w14:textId="7EBF9E0D" w:rsidR="00D64835" w:rsidRPr="008D369C" w:rsidRDefault="00D64835" w:rsidP="003E393A">
            <w:pPr>
              <w:rPr>
                <w:rFonts w:cs="Arial"/>
                <w:color w:val="FFFFFF" w:themeColor="background1"/>
                <w:highlight w:val="yellow"/>
              </w:rPr>
            </w:pPr>
            <w:r>
              <w:rPr>
                <w:rFonts w:cs="Arial"/>
                <w:color w:val="FFFFFF" w:themeColor="background1"/>
              </w:rPr>
              <w:t xml:space="preserve">Lewis Morgan </w:t>
            </w:r>
            <w:r w:rsidRPr="008D369C">
              <w:rPr>
                <w:rFonts w:cs="Arial"/>
                <w:color w:val="FFFFFF" w:themeColor="background1"/>
              </w:rPr>
              <w:t xml:space="preserve">– </w:t>
            </w:r>
            <w:r>
              <w:rPr>
                <w:rFonts w:cs="Arial"/>
                <w:color w:val="FFFFFF" w:themeColor="background1"/>
              </w:rPr>
              <w:t>NGET</w:t>
            </w:r>
          </w:p>
        </w:tc>
      </w:tr>
      <w:tr w:rsidR="00D64835" w:rsidRPr="00061C92" w14:paraId="2842F22D" w14:textId="77777777" w:rsidTr="003E393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DAF2752" w14:textId="77777777" w:rsidR="00D64835" w:rsidRPr="008D369C" w:rsidRDefault="00D64835" w:rsidP="003E393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38425F2" w14:textId="77777777" w:rsidR="00D64835" w:rsidRPr="00061C92" w:rsidRDefault="00D64835" w:rsidP="003E393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FB06E62" w14:textId="77777777" w:rsidR="00D64835" w:rsidRPr="00061C92" w:rsidRDefault="00D64835" w:rsidP="003E393A">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878BA8" w14:textId="77777777" w:rsidR="00D64835" w:rsidRPr="00061C92" w:rsidRDefault="00D64835" w:rsidP="003E393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056EA4" w14:textId="77777777" w:rsidR="00D64835" w:rsidRPr="00061C92" w:rsidRDefault="00D64835" w:rsidP="003E393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87275C5" w14:textId="77777777" w:rsidR="00D64835" w:rsidRPr="00061C92" w:rsidRDefault="00D64835" w:rsidP="003E393A">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1D11DB" w14:textId="77777777" w:rsidR="00D64835" w:rsidRPr="00061C92" w:rsidRDefault="00D64835" w:rsidP="003E393A">
            <w:pPr>
              <w:rPr>
                <w:rFonts w:cs="Arial"/>
                <w:b/>
                <w:i/>
              </w:rPr>
            </w:pPr>
          </w:p>
        </w:tc>
      </w:tr>
      <w:tr w:rsidR="00D64835" w:rsidRPr="00061C92" w14:paraId="7C47C6F8" w14:textId="77777777" w:rsidTr="003E393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B51663D" w14:textId="77777777" w:rsidR="00D64835" w:rsidRPr="008D369C" w:rsidRDefault="00D64835" w:rsidP="003E393A">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CC0D58" w14:textId="77777777" w:rsidR="00D64835" w:rsidRPr="00061C92" w:rsidRDefault="00D64835" w:rsidP="003E393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B28EB57" w14:textId="77777777" w:rsidR="00D64835" w:rsidRPr="00061C92" w:rsidRDefault="00D64835" w:rsidP="003E393A">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D96AE9" w14:textId="77777777" w:rsidR="00D64835" w:rsidRPr="00061C92" w:rsidRDefault="00D64835" w:rsidP="003E393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E71B52" w14:textId="77777777" w:rsidR="00D64835" w:rsidRPr="00061C92" w:rsidRDefault="00D64835" w:rsidP="003E393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3101F37" w14:textId="77777777" w:rsidR="00D64835" w:rsidRPr="00061C92" w:rsidRDefault="00D64835" w:rsidP="003E393A">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C8A2F5D" w14:textId="77777777" w:rsidR="00D64835" w:rsidRPr="00061C92" w:rsidRDefault="00D64835" w:rsidP="003E393A">
            <w:pPr>
              <w:rPr>
                <w:rFonts w:cs="Arial"/>
                <w:b/>
                <w:i/>
              </w:rPr>
            </w:pPr>
          </w:p>
        </w:tc>
      </w:tr>
      <w:tr w:rsidR="00D64835" w:rsidRPr="00061C92" w14:paraId="5DB4D9EE" w14:textId="77777777" w:rsidTr="003E393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8A9142C" w14:textId="77777777" w:rsidR="00D64835" w:rsidRDefault="00D64835" w:rsidP="003E393A">
            <w:pPr>
              <w:rPr>
                <w:rFonts w:cs="Arial"/>
              </w:rPr>
            </w:pPr>
            <w:r w:rsidRPr="00061C92">
              <w:rPr>
                <w:rFonts w:cs="Arial"/>
              </w:rPr>
              <w:t xml:space="preserve">Voting Statement: </w:t>
            </w:r>
          </w:p>
          <w:p w14:paraId="3977D465" w14:textId="77777777" w:rsidR="00D64835" w:rsidRPr="00061C92" w:rsidRDefault="00D64835" w:rsidP="003E393A">
            <w:pPr>
              <w:rPr>
                <w:rFonts w:cs="Arial"/>
              </w:rPr>
            </w:pPr>
          </w:p>
          <w:p w14:paraId="451BFC8F" w14:textId="77777777" w:rsidR="00D64835" w:rsidRPr="00061C92" w:rsidRDefault="00D64835" w:rsidP="003E393A">
            <w:pPr>
              <w:rPr>
                <w:rFonts w:cs="Arial"/>
                <w:b/>
                <w:i/>
              </w:rPr>
            </w:pPr>
          </w:p>
        </w:tc>
      </w:tr>
    </w:tbl>
    <w:p w14:paraId="6805D79D" w14:textId="77777777" w:rsidR="00D64835" w:rsidRDefault="00D64835" w:rsidP="00E57DAF">
      <w:pPr>
        <w:ind w:left="-426"/>
        <w:rPr>
          <w:sz w:val="24"/>
        </w:rPr>
      </w:pPr>
    </w:p>
    <w:p w14:paraId="52B99A9E"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2ACCD080"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8B5C216"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E39950"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97D6B4D"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B8A4F9F"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41D811F"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AEF4D90"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97F7C34"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690B071D"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E6790D9"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2CA036" w14:textId="69D6FB42" w:rsidR="002561B6" w:rsidRPr="008D369C" w:rsidRDefault="00816BAC" w:rsidP="00E2356B">
            <w:pPr>
              <w:rPr>
                <w:rFonts w:cs="Arial"/>
                <w:color w:val="FFFFFF" w:themeColor="background1"/>
                <w:highlight w:val="yellow"/>
              </w:rPr>
            </w:pPr>
            <w:r>
              <w:rPr>
                <w:rFonts w:cs="Arial"/>
                <w:color w:val="FFFFFF" w:themeColor="background1"/>
              </w:rPr>
              <w:t>Michelle Macdonald</w:t>
            </w:r>
            <w:r w:rsidR="002561B6">
              <w:rPr>
                <w:rFonts w:cs="Arial"/>
                <w:color w:val="FFFFFF" w:themeColor="background1"/>
              </w:rPr>
              <w:t xml:space="preserve"> </w:t>
            </w:r>
            <w:r w:rsidR="002561B6" w:rsidRPr="008D369C">
              <w:rPr>
                <w:rFonts w:cs="Arial"/>
                <w:color w:val="FFFFFF" w:themeColor="background1"/>
              </w:rPr>
              <w:t xml:space="preserve">– </w:t>
            </w:r>
            <w:r w:rsidR="007326A0">
              <w:rPr>
                <w:rFonts w:cs="Arial"/>
                <w:color w:val="FFFFFF" w:themeColor="background1"/>
              </w:rPr>
              <w:t>SSEN Transmission</w:t>
            </w:r>
          </w:p>
        </w:tc>
      </w:tr>
      <w:tr w:rsidR="002561B6" w:rsidRPr="00061C92" w14:paraId="6F5496E7"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71CD905"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8BE8DD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53BEE8"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4CF894C"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D2F93B"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0B0375B"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3487F9D" w14:textId="77777777" w:rsidR="002561B6" w:rsidRPr="00061C92" w:rsidRDefault="002561B6" w:rsidP="00E2356B">
            <w:pPr>
              <w:rPr>
                <w:rFonts w:cs="Arial"/>
                <w:b/>
                <w:i/>
              </w:rPr>
            </w:pPr>
          </w:p>
        </w:tc>
      </w:tr>
      <w:tr w:rsidR="002561B6" w:rsidRPr="00061C92" w14:paraId="7ED7B281"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B2E1933"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8987F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32627B"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F8C84D"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728ED9E"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8309BD9"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D7BF6D" w14:textId="77777777" w:rsidR="002561B6" w:rsidRPr="00061C92" w:rsidRDefault="002561B6" w:rsidP="00E2356B">
            <w:pPr>
              <w:rPr>
                <w:rFonts w:cs="Arial"/>
                <w:b/>
                <w:i/>
              </w:rPr>
            </w:pPr>
          </w:p>
        </w:tc>
      </w:tr>
      <w:tr w:rsidR="002561B6" w:rsidRPr="00061C92" w14:paraId="3CEF1890"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4BC8AC3" w14:textId="77777777" w:rsidR="002561B6" w:rsidRDefault="002561B6" w:rsidP="00E2356B">
            <w:pPr>
              <w:rPr>
                <w:rFonts w:cs="Arial"/>
              </w:rPr>
            </w:pPr>
            <w:r w:rsidRPr="00061C92">
              <w:rPr>
                <w:rFonts w:cs="Arial"/>
              </w:rPr>
              <w:t xml:space="preserve">Voting Statement: </w:t>
            </w:r>
          </w:p>
          <w:p w14:paraId="402424DF" w14:textId="77777777" w:rsidR="002561B6" w:rsidRPr="00061C92" w:rsidRDefault="002561B6" w:rsidP="00E2356B">
            <w:pPr>
              <w:rPr>
                <w:rFonts w:cs="Arial"/>
              </w:rPr>
            </w:pPr>
          </w:p>
          <w:p w14:paraId="45A7442C" w14:textId="77777777" w:rsidR="002561B6" w:rsidRPr="00061C92" w:rsidRDefault="002561B6" w:rsidP="00E2356B">
            <w:pPr>
              <w:rPr>
                <w:rFonts w:cs="Arial"/>
                <w:b/>
                <w:i/>
              </w:rPr>
            </w:pPr>
          </w:p>
        </w:tc>
      </w:tr>
    </w:tbl>
    <w:p w14:paraId="451E5BD5" w14:textId="77777777" w:rsidR="002561B6" w:rsidRDefault="002561B6" w:rsidP="00E57DAF">
      <w:pPr>
        <w:ind w:left="-426"/>
        <w:rPr>
          <w:sz w:val="24"/>
        </w:rPr>
      </w:pPr>
    </w:p>
    <w:p w14:paraId="3E156ECA" w14:textId="77777777" w:rsidR="002561B6" w:rsidRDefault="002561B6" w:rsidP="003C4078">
      <w:pPr>
        <w:rPr>
          <w:sz w:val="24"/>
        </w:rPr>
      </w:pPr>
    </w:p>
    <w:p w14:paraId="51B6EC52"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48073A0B"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E3E5B0"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1EF7D5B"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A905F8"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E56C2F3"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81C58A"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A83E9EB"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1B1AB58"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11A6382C"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84A8133"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D4B6D20" w14:textId="3C42CAAB" w:rsidR="002561B6" w:rsidRPr="008D369C" w:rsidRDefault="00A17CA0" w:rsidP="00E2356B">
            <w:pPr>
              <w:rPr>
                <w:rFonts w:cs="Arial"/>
                <w:color w:val="FFFFFF" w:themeColor="background1"/>
                <w:highlight w:val="yellow"/>
              </w:rPr>
            </w:pPr>
            <w:r>
              <w:rPr>
                <w:rFonts w:cs="Arial"/>
                <w:color w:val="FFFFFF" w:themeColor="background1"/>
              </w:rPr>
              <w:t>Priyanka Mohapatra</w:t>
            </w:r>
            <w:r w:rsidR="002561B6">
              <w:rPr>
                <w:rFonts w:cs="Arial"/>
                <w:color w:val="FFFFFF" w:themeColor="background1"/>
              </w:rPr>
              <w:t xml:space="preserve"> </w:t>
            </w:r>
            <w:r w:rsidR="002561B6" w:rsidRPr="008D369C">
              <w:rPr>
                <w:rFonts w:cs="Arial"/>
                <w:color w:val="FFFFFF" w:themeColor="background1"/>
              </w:rPr>
              <w:t xml:space="preserve">– </w:t>
            </w:r>
            <w:r w:rsidR="007326A0">
              <w:rPr>
                <w:rFonts w:cs="Arial"/>
                <w:color w:val="FFFFFF" w:themeColor="background1"/>
              </w:rPr>
              <w:t>Scottish Power</w:t>
            </w:r>
          </w:p>
        </w:tc>
      </w:tr>
      <w:tr w:rsidR="002561B6" w:rsidRPr="00061C92" w14:paraId="4ABCE207"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0C5B7C4"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C27B47E"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A441AE5"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C883D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4773908"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CD3C50A"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3B085E" w14:textId="77777777" w:rsidR="002561B6" w:rsidRPr="00061C92" w:rsidRDefault="002561B6" w:rsidP="00E2356B">
            <w:pPr>
              <w:rPr>
                <w:rFonts w:cs="Arial"/>
                <w:b/>
                <w:i/>
              </w:rPr>
            </w:pPr>
          </w:p>
        </w:tc>
      </w:tr>
      <w:tr w:rsidR="002561B6" w:rsidRPr="00061C92" w14:paraId="42EDABA6"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B380541"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2E58DE"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1416B6"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B82AB2"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D4ABBC4"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7122486"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0FE5BE" w14:textId="77777777" w:rsidR="002561B6" w:rsidRPr="00061C92" w:rsidRDefault="002561B6" w:rsidP="00E2356B">
            <w:pPr>
              <w:rPr>
                <w:rFonts w:cs="Arial"/>
                <w:b/>
                <w:i/>
              </w:rPr>
            </w:pPr>
          </w:p>
        </w:tc>
      </w:tr>
      <w:tr w:rsidR="002561B6" w:rsidRPr="00061C92" w14:paraId="2B48080B"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944DBA0" w14:textId="77777777" w:rsidR="002561B6" w:rsidRDefault="002561B6" w:rsidP="00E2356B">
            <w:pPr>
              <w:rPr>
                <w:rFonts w:cs="Arial"/>
              </w:rPr>
            </w:pPr>
            <w:r w:rsidRPr="00061C92">
              <w:rPr>
                <w:rFonts w:cs="Arial"/>
              </w:rPr>
              <w:t xml:space="preserve">Voting Statement: </w:t>
            </w:r>
          </w:p>
          <w:p w14:paraId="21AA5EB2" w14:textId="77777777" w:rsidR="002561B6" w:rsidRPr="00061C92" w:rsidRDefault="002561B6" w:rsidP="00E2356B">
            <w:pPr>
              <w:rPr>
                <w:rFonts w:cs="Arial"/>
              </w:rPr>
            </w:pPr>
          </w:p>
          <w:p w14:paraId="1FFF96C7" w14:textId="77777777" w:rsidR="002561B6" w:rsidRPr="00061C92" w:rsidRDefault="002561B6" w:rsidP="00E2356B">
            <w:pPr>
              <w:rPr>
                <w:rFonts w:cs="Arial"/>
                <w:b/>
                <w:i/>
              </w:rPr>
            </w:pPr>
          </w:p>
        </w:tc>
      </w:tr>
    </w:tbl>
    <w:p w14:paraId="7714B801" w14:textId="77777777" w:rsidR="002561B6" w:rsidRDefault="002561B6" w:rsidP="00E57DAF">
      <w:pPr>
        <w:ind w:left="-426"/>
        <w:rPr>
          <w:sz w:val="24"/>
        </w:rPr>
      </w:pPr>
    </w:p>
    <w:p w14:paraId="3C939990" w14:textId="77777777" w:rsidR="002561B6" w:rsidRDefault="002561B6" w:rsidP="00E57DAF">
      <w:pPr>
        <w:ind w:left="-426"/>
        <w:rPr>
          <w:sz w:val="24"/>
        </w:rPr>
      </w:pPr>
    </w:p>
    <w:p w14:paraId="31388332"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0E2388F9"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A0112A"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7BF3912"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FD45F3"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8715006"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E17BA5D"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F5566DE"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580779"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67F75376"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44A6E09"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6BFDE0" w14:textId="2F0C025D" w:rsidR="002561B6" w:rsidRPr="008D369C" w:rsidRDefault="002C5453" w:rsidP="00E2356B">
            <w:pPr>
              <w:rPr>
                <w:rFonts w:cs="Arial"/>
                <w:color w:val="FFFFFF" w:themeColor="background1"/>
                <w:highlight w:val="yellow"/>
              </w:rPr>
            </w:pPr>
            <w:r>
              <w:rPr>
                <w:rFonts w:cs="Arial"/>
                <w:color w:val="FFFFFF" w:themeColor="background1"/>
              </w:rPr>
              <w:t>Robert Longden</w:t>
            </w:r>
            <w:r w:rsidR="002561B6">
              <w:rPr>
                <w:rFonts w:cs="Arial"/>
                <w:color w:val="FFFFFF" w:themeColor="background1"/>
              </w:rPr>
              <w:t xml:space="preserve"> </w:t>
            </w:r>
            <w:r w:rsidR="002561B6" w:rsidRPr="008D369C">
              <w:rPr>
                <w:rFonts w:cs="Arial"/>
                <w:color w:val="FFFFFF" w:themeColor="background1"/>
              </w:rPr>
              <w:t xml:space="preserve">– </w:t>
            </w:r>
            <w:r w:rsidR="004B07AB">
              <w:rPr>
                <w:rFonts w:cs="Arial"/>
                <w:color w:val="FFFFFF" w:themeColor="background1"/>
              </w:rPr>
              <w:t>Cornwall Insight</w:t>
            </w:r>
          </w:p>
        </w:tc>
      </w:tr>
      <w:tr w:rsidR="002561B6" w:rsidRPr="00061C92" w14:paraId="7F6F793C"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649D4F3"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97B2427"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26B6A5"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39C6E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90B2E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D2D4FF2"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E60B794" w14:textId="77777777" w:rsidR="002561B6" w:rsidRPr="00061C92" w:rsidRDefault="002561B6" w:rsidP="00E2356B">
            <w:pPr>
              <w:rPr>
                <w:rFonts w:cs="Arial"/>
                <w:b/>
                <w:i/>
              </w:rPr>
            </w:pPr>
          </w:p>
        </w:tc>
      </w:tr>
      <w:tr w:rsidR="002561B6" w:rsidRPr="00061C92" w14:paraId="34663DFB"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28AF625"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811D350"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EE4973A"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28A6CE0"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37FC149"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7270DA7"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43642A" w14:textId="77777777" w:rsidR="002561B6" w:rsidRPr="00061C92" w:rsidRDefault="002561B6" w:rsidP="00E2356B">
            <w:pPr>
              <w:rPr>
                <w:rFonts w:cs="Arial"/>
                <w:b/>
                <w:i/>
              </w:rPr>
            </w:pPr>
          </w:p>
        </w:tc>
      </w:tr>
      <w:tr w:rsidR="002561B6" w:rsidRPr="00061C92" w14:paraId="08FD23C3"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E821C38" w14:textId="77777777" w:rsidR="002561B6" w:rsidRDefault="002561B6" w:rsidP="00E2356B">
            <w:pPr>
              <w:rPr>
                <w:rFonts w:cs="Arial"/>
              </w:rPr>
            </w:pPr>
            <w:r w:rsidRPr="00061C92">
              <w:rPr>
                <w:rFonts w:cs="Arial"/>
              </w:rPr>
              <w:t xml:space="preserve">Voting Statement: </w:t>
            </w:r>
          </w:p>
          <w:p w14:paraId="60818FCC" w14:textId="77777777" w:rsidR="002561B6" w:rsidRPr="00061C92" w:rsidRDefault="002561B6" w:rsidP="00E2356B">
            <w:pPr>
              <w:rPr>
                <w:rFonts w:cs="Arial"/>
              </w:rPr>
            </w:pPr>
          </w:p>
          <w:p w14:paraId="65765DE6" w14:textId="77777777" w:rsidR="002561B6" w:rsidRPr="00061C92" w:rsidRDefault="002561B6" w:rsidP="00E2356B">
            <w:pPr>
              <w:rPr>
                <w:rFonts w:cs="Arial"/>
                <w:b/>
                <w:i/>
              </w:rPr>
            </w:pPr>
          </w:p>
        </w:tc>
      </w:tr>
    </w:tbl>
    <w:p w14:paraId="0DBCD766" w14:textId="77777777" w:rsidR="002561B6" w:rsidRDefault="002561B6" w:rsidP="00E57DAF">
      <w:pPr>
        <w:ind w:left="-426"/>
        <w:rPr>
          <w:sz w:val="24"/>
        </w:rPr>
      </w:pPr>
    </w:p>
    <w:p w14:paraId="43C78B82"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4D0833FF"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B310F98" w14:textId="77777777" w:rsidR="002561B6" w:rsidRPr="00061C92" w:rsidRDefault="002561B6" w:rsidP="00E2356B">
            <w:pPr>
              <w:jc w:val="both"/>
              <w:rPr>
                <w:rFonts w:cs="Arial"/>
                <w:b/>
                <w:color w:val="FFFFFF"/>
              </w:rPr>
            </w:pPr>
            <w:r w:rsidRPr="00061C92">
              <w:rPr>
                <w:rFonts w:cs="Arial"/>
                <w:b/>
                <w:color w:val="FFFFFF"/>
              </w:rPr>
              <w:lastRenderedPageBreak/>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4301FD4"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41AF34"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EB37A9"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1C2F2BB"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E6F3CE"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D241A0C"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47DEC7D3"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EBF9E38"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825A95B" w14:textId="4D06D215" w:rsidR="002561B6" w:rsidRPr="008D369C" w:rsidRDefault="002C5453" w:rsidP="00E2356B">
            <w:pPr>
              <w:rPr>
                <w:rFonts w:cs="Arial"/>
                <w:color w:val="FFFFFF" w:themeColor="background1"/>
                <w:highlight w:val="yellow"/>
              </w:rPr>
            </w:pPr>
            <w:r>
              <w:rPr>
                <w:rFonts w:cs="Arial"/>
                <w:color w:val="FFFFFF" w:themeColor="background1"/>
              </w:rPr>
              <w:t>Sade Adenola</w:t>
            </w:r>
            <w:r w:rsidR="002561B6">
              <w:rPr>
                <w:rFonts w:cs="Arial"/>
                <w:color w:val="FFFFFF" w:themeColor="background1"/>
              </w:rPr>
              <w:t xml:space="preserve"> </w:t>
            </w:r>
            <w:r w:rsidR="002561B6" w:rsidRPr="008D369C">
              <w:rPr>
                <w:rFonts w:cs="Arial"/>
                <w:color w:val="FFFFFF" w:themeColor="background1"/>
              </w:rPr>
              <w:t xml:space="preserve">– </w:t>
            </w:r>
            <w:r w:rsidR="00260FA6">
              <w:rPr>
                <w:rFonts w:cs="Arial"/>
                <w:color w:val="FFFFFF" w:themeColor="background1"/>
              </w:rPr>
              <w:t>ESO</w:t>
            </w:r>
          </w:p>
        </w:tc>
      </w:tr>
      <w:tr w:rsidR="002561B6" w:rsidRPr="00061C92" w14:paraId="747E846D"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8A4B33B"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17CC682"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D84E87"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498110"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E90B7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C6AC1F5"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9F9E08" w14:textId="77777777" w:rsidR="002561B6" w:rsidRPr="00061C92" w:rsidRDefault="002561B6" w:rsidP="00E2356B">
            <w:pPr>
              <w:rPr>
                <w:rFonts w:cs="Arial"/>
                <w:b/>
                <w:i/>
              </w:rPr>
            </w:pPr>
          </w:p>
        </w:tc>
      </w:tr>
      <w:tr w:rsidR="002561B6" w:rsidRPr="00061C92" w14:paraId="56E2BF58"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4AB3C8A"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3E4630"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1760EC"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3EE347F"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60C23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F081FF6"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5BEE1A2" w14:textId="77777777" w:rsidR="002561B6" w:rsidRPr="00061C92" w:rsidRDefault="002561B6" w:rsidP="00E2356B">
            <w:pPr>
              <w:rPr>
                <w:rFonts w:cs="Arial"/>
                <w:b/>
                <w:i/>
              </w:rPr>
            </w:pPr>
          </w:p>
        </w:tc>
      </w:tr>
      <w:tr w:rsidR="002561B6" w:rsidRPr="00061C92" w14:paraId="7A63AA31"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5316F77" w14:textId="77777777" w:rsidR="002561B6" w:rsidRDefault="002561B6" w:rsidP="00E2356B">
            <w:pPr>
              <w:rPr>
                <w:rFonts w:cs="Arial"/>
              </w:rPr>
            </w:pPr>
            <w:r w:rsidRPr="00061C92">
              <w:rPr>
                <w:rFonts w:cs="Arial"/>
              </w:rPr>
              <w:t xml:space="preserve">Voting Statement: </w:t>
            </w:r>
          </w:p>
          <w:p w14:paraId="648E055D" w14:textId="77777777" w:rsidR="002561B6" w:rsidRPr="00061C92" w:rsidRDefault="002561B6" w:rsidP="00E2356B">
            <w:pPr>
              <w:rPr>
                <w:rFonts w:cs="Arial"/>
              </w:rPr>
            </w:pPr>
          </w:p>
          <w:p w14:paraId="3770B885" w14:textId="77777777" w:rsidR="002561B6" w:rsidRPr="00061C92" w:rsidRDefault="002561B6" w:rsidP="00E2356B">
            <w:pPr>
              <w:rPr>
                <w:rFonts w:cs="Arial"/>
                <w:b/>
                <w:i/>
              </w:rPr>
            </w:pPr>
          </w:p>
        </w:tc>
      </w:tr>
    </w:tbl>
    <w:p w14:paraId="00446706" w14:textId="77777777" w:rsidR="002561B6" w:rsidRDefault="002561B6" w:rsidP="00E57DAF">
      <w:pPr>
        <w:ind w:left="-426"/>
        <w:rPr>
          <w:sz w:val="24"/>
        </w:rPr>
      </w:pPr>
    </w:p>
    <w:p w14:paraId="79FE41A0" w14:textId="77777777" w:rsidR="002561B6" w:rsidRDefault="002561B6"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2561B6" w:rsidRPr="00061C92" w14:paraId="346AC8F7" w14:textId="77777777" w:rsidTr="00E2356B">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F15F3E" w14:textId="77777777" w:rsidR="002561B6" w:rsidRPr="00061C92" w:rsidRDefault="002561B6" w:rsidP="00E2356B">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DF94C7"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F5B8C87"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2B0929" w14:textId="77777777" w:rsidR="002561B6" w:rsidRPr="00061C92" w:rsidRDefault="002561B6" w:rsidP="00E2356B">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C0B35F2" w14:textId="77777777" w:rsidR="002561B6" w:rsidRPr="00061C92" w:rsidRDefault="002561B6" w:rsidP="00E2356B">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216CC4" w14:textId="77777777" w:rsidR="002561B6" w:rsidRPr="00061C92" w:rsidRDefault="002561B6" w:rsidP="00E2356B">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566B9A" w14:textId="77777777" w:rsidR="002561B6" w:rsidRPr="00061C92" w:rsidRDefault="002561B6" w:rsidP="00E2356B">
            <w:pPr>
              <w:ind w:right="-120"/>
              <w:rPr>
                <w:rFonts w:cs="Arial"/>
                <w:b/>
                <w:color w:val="FFFFFF"/>
              </w:rPr>
            </w:pPr>
            <w:r w:rsidRPr="00061C92">
              <w:rPr>
                <w:rFonts w:cs="Arial"/>
                <w:b/>
                <w:color w:val="FFFFFF"/>
              </w:rPr>
              <w:t>Overall (Y/N)</w:t>
            </w:r>
          </w:p>
        </w:tc>
      </w:tr>
      <w:tr w:rsidR="002561B6" w:rsidRPr="00061C92" w14:paraId="59B74955"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FAC7349" w14:textId="77777777" w:rsidR="002561B6" w:rsidRPr="008D369C" w:rsidRDefault="002561B6" w:rsidP="00E2356B">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5CFA345" w14:textId="74150A7D" w:rsidR="002561B6" w:rsidRPr="008D369C" w:rsidRDefault="000A6F49" w:rsidP="00E2356B">
            <w:pPr>
              <w:rPr>
                <w:rFonts w:cs="Arial"/>
                <w:color w:val="FFFFFF" w:themeColor="background1"/>
                <w:highlight w:val="yellow"/>
              </w:rPr>
            </w:pPr>
            <w:r>
              <w:rPr>
                <w:rFonts w:cs="Arial"/>
                <w:color w:val="FFFFFF" w:themeColor="background1"/>
              </w:rPr>
              <w:t>Tolu Esan</w:t>
            </w:r>
            <w:r w:rsidR="002561B6">
              <w:rPr>
                <w:rFonts w:cs="Arial"/>
                <w:color w:val="FFFFFF" w:themeColor="background1"/>
              </w:rPr>
              <w:t xml:space="preserve"> </w:t>
            </w:r>
            <w:r w:rsidR="002561B6" w:rsidRPr="008D369C">
              <w:rPr>
                <w:rFonts w:cs="Arial"/>
                <w:color w:val="FFFFFF" w:themeColor="background1"/>
              </w:rPr>
              <w:t xml:space="preserve">– </w:t>
            </w:r>
            <w:r w:rsidR="00CE613B">
              <w:rPr>
                <w:rFonts w:cs="Arial"/>
                <w:color w:val="FFFFFF" w:themeColor="background1"/>
              </w:rPr>
              <w:t xml:space="preserve">Electricity </w:t>
            </w:r>
            <w:proofErr w:type="gramStart"/>
            <w:r w:rsidR="00CE613B">
              <w:rPr>
                <w:rFonts w:cs="Arial"/>
                <w:color w:val="FFFFFF" w:themeColor="background1"/>
              </w:rPr>
              <w:t>North West</w:t>
            </w:r>
            <w:proofErr w:type="gramEnd"/>
          </w:p>
        </w:tc>
      </w:tr>
      <w:tr w:rsidR="002561B6" w:rsidRPr="00061C92" w14:paraId="7DA89FD0"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78535B7" w14:textId="77777777" w:rsidR="002561B6" w:rsidRPr="008D369C" w:rsidRDefault="002561B6" w:rsidP="00E2356B">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C6AA6A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87B068"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A873C8E"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2AE4F5"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59E6EE3"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A10B2D0" w14:textId="77777777" w:rsidR="002561B6" w:rsidRPr="00061C92" w:rsidRDefault="002561B6" w:rsidP="00E2356B">
            <w:pPr>
              <w:rPr>
                <w:rFonts w:cs="Arial"/>
                <w:b/>
                <w:i/>
              </w:rPr>
            </w:pPr>
          </w:p>
        </w:tc>
      </w:tr>
      <w:tr w:rsidR="002561B6" w:rsidRPr="00061C92" w14:paraId="679DC68F" w14:textId="77777777" w:rsidTr="00E2356B">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907EEFD" w14:textId="77777777" w:rsidR="002561B6" w:rsidRPr="008D369C" w:rsidRDefault="002561B6" w:rsidP="00E2356B">
            <w:pPr>
              <w:rPr>
                <w:rFonts w:cs="Arial"/>
                <w:color w:val="FFFFFF" w:themeColor="background1"/>
              </w:rPr>
            </w:pPr>
            <w:r w:rsidRPr="008D369C">
              <w:rPr>
                <w:rFonts w:cs="Arial"/>
                <w:color w:val="FFFFFF" w:themeColor="background1"/>
              </w:rPr>
              <w:t>WA</w:t>
            </w:r>
            <w:r>
              <w:rPr>
                <w:rFonts w:cs="Arial"/>
                <w:color w:val="FFFFFF" w:themeColor="background1"/>
              </w:rPr>
              <w:t>G</w:t>
            </w:r>
            <w:r w:rsidRPr="008D369C">
              <w:rPr>
                <w:rFonts w:cs="Arial"/>
                <w:color w:val="FFFFFF" w:themeColor="background1"/>
              </w:rPr>
              <w:t>CM 1</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06846A3"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B6AB62D" w14:textId="77777777" w:rsidR="002561B6" w:rsidRPr="00061C92" w:rsidRDefault="002561B6" w:rsidP="00E2356B">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7DBC9D1"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5DA3F3A" w14:textId="77777777" w:rsidR="002561B6" w:rsidRPr="00061C92" w:rsidRDefault="002561B6" w:rsidP="00E2356B">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0B867EA" w14:textId="77777777" w:rsidR="002561B6" w:rsidRPr="00061C92" w:rsidRDefault="002561B6" w:rsidP="00E2356B">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D775FA9" w14:textId="77777777" w:rsidR="002561B6" w:rsidRPr="00061C92" w:rsidRDefault="002561B6" w:rsidP="00E2356B">
            <w:pPr>
              <w:rPr>
                <w:rFonts w:cs="Arial"/>
                <w:b/>
                <w:i/>
              </w:rPr>
            </w:pPr>
          </w:p>
        </w:tc>
      </w:tr>
      <w:tr w:rsidR="002561B6" w:rsidRPr="00061C92" w14:paraId="1773C2AA" w14:textId="77777777" w:rsidTr="00E2356B">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88DED71" w14:textId="77777777" w:rsidR="002561B6" w:rsidRDefault="002561B6" w:rsidP="00E2356B">
            <w:pPr>
              <w:rPr>
                <w:rFonts w:cs="Arial"/>
              </w:rPr>
            </w:pPr>
            <w:r w:rsidRPr="00061C92">
              <w:rPr>
                <w:rFonts w:cs="Arial"/>
              </w:rPr>
              <w:t xml:space="preserve">Voting Statement: </w:t>
            </w:r>
          </w:p>
          <w:p w14:paraId="57DAEFC0" w14:textId="77777777" w:rsidR="002561B6" w:rsidRPr="00061C92" w:rsidRDefault="002561B6" w:rsidP="00E2356B">
            <w:pPr>
              <w:rPr>
                <w:rFonts w:cs="Arial"/>
              </w:rPr>
            </w:pPr>
          </w:p>
          <w:p w14:paraId="052C8194" w14:textId="77777777" w:rsidR="002561B6" w:rsidRPr="00061C92" w:rsidRDefault="002561B6" w:rsidP="00E2356B">
            <w:pPr>
              <w:rPr>
                <w:rFonts w:cs="Arial"/>
                <w:b/>
                <w:i/>
              </w:rPr>
            </w:pPr>
          </w:p>
        </w:tc>
      </w:tr>
    </w:tbl>
    <w:p w14:paraId="152F3417" w14:textId="77777777" w:rsidR="002561B6" w:rsidRDefault="002561B6" w:rsidP="000A6F49">
      <w:pPr>
        <w:rPr>
          <w:sz w:val="24"/>
        </w:rPr>
      </w:pPr>
    </w:p>
    <w:p w14:paraId="1B4C217E" w14:textId="77777777" w:rsidR="000A6F49" w:rsidRPr="00E57DAF" w:rsidRDefault="000A6F49" w:rsidP="000A6F49">
      <w:pPr>
        <w:rPr>
          <w:sz w:val="24"/>
        </w:rPr>
      </w:pPr>
    </w:p>
    <w:p w14:paraId="36160806" w14:textId="77777777" w:rsidR="00A856B8" w:rsidRPr="007B7305" w:rsidRDefault="00A856B8" w:rsidP="00A856B8">
      <w:pPr>
        <w:ind w:left="-426"/>
        <w:rPr>
          <w:sz w:val="24"/>
        </w:rPr>
      </w:pPr>
      <w:r>
        <w:rPr>
          <w:sz w:val="24"/>
        </w:rPr>
        <w:t>Of the X votes, how many voters said this option was better than the Baseline.</w:t>
      </w:r>
    </w:p>
    <w:p w14:paraId="063E954A" w14:textId="77777777" w:rsidR="00A856B8" w:rsidRDefault="00A856B8" w:rsidP="00A856B8"/>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A856B8" w:rsidRPr="005A5548" w14:paraId="68431901" w14:textId="77777777" w:rsidTr="00F52FA9">
        <w:trPr>
          <w:trHeight w:val="569"/>
        </w:trPr>
        <w:tc>
          <w:tcPr>
            <w:tcW w:w="2263" w:type="pct"/>
            <w:shd w:val="clear" w:color="auto" w:fill="F26522" w:themeFill="accent1"/>
            <w:tcMar>
              <w:top w:w="15" w:type="dxa"/>
              <w:left w:w="108" w:type="dxa"/>
              <w:bottom w:w="0" w:type="dxa"/>
              <w:right w:w="108" w:type="dxa"/>
            </w:tcMar>
            <w:hideMark/>
          </w:tcPr>
          <w:p w14:paraId="29F1F9D2" w14:textId="77777777" w:rsidR="00A856B8" w:rsidRPr="001F5F82" w:rsidRDefault="00A856B8" w:rsidP="00F52FA9">
            <w:pPr>
              <w:rPr>
                <w:rFonts w:cs="Arial"/>
                <w:b/>
                <w:bCs/>
                <w:color w:val="FFFFFF"/>
              </w:rPr>
            </w:pPr>
            <w:r>
              <w:rPr>
                <w:rFonts w:cs="Arial"/>
                <w:b/>
                <w:bCs/>
                <w:color w:val="FFFFFF"/>
              </w:rPr>
              <w:t>Option</w:t>
            </w:r>
          </w:p>
        </w:tc>
        <w:tc>
          <w:tcPr>
            <w:tcW w:w="2737" w:type="pct"/>
            <w:shd w:val="clear" w:color="auto" w:fill="F26522" w:themeFill="accent1"/>
          </w:tcPr>
          <w:p w14:paraId="4309C122" w14:textId="77777777" w:rsidR="00A856B8" w:rsidRPr="005A5548" w:rsidRDefault="00A856B8" w:rsidP="00F52FA9">
            <w:pPr>
              <w:rPr>
                <w:rFonts w:cs="Arial"/>
                <w:b/>
                <w:bCs/>
                <w:color w:val="FFFFFF"/>
              </w:rPr>
            </w:pPr>
            <w:r>
              <w:rPr>
                <w:rFonts w:cs="Arial"/>
                <w:b/>
                <w:bCs/>
                <w:color w:val="FFFFFF"/>
              </w:rPr>
              <w:t>Number of voters that voted this option as better than the Baseline</w:t>
            </w:r>
          </w:p>
        </w:tc>
      </w:tr>
      <w:tr w:rsidR="00A856B8" w:rsidRPr="005A5548" w14:paraId="44CADA1F" w14:textId="77777777" w:rsidTr="00F52FA9">
        <w:trPr>
          <w:trHeight w:val="49"/>
        </w:trPr>
        <w:tc>
          <w:tcPr>
            <w:tcW w:w="2263" w:type="pct"/>
            <w:shd w:val="clear" w:color="auto" w:fill="auto"/>
            <w:tcMar>
              <w:top w:w="15" w:type="dxa"/>
              <w:left w:w="108" w:type="dxa"/>
              <w:bottom w:w="0" w:type="dxa"/>
              <w:right w:w="108" w:type="dxa"/>
            </w:tcMar>
            <w:vAlign w:val="bottom"/>
          </w:tcPr>
          <w:p w14:paraId="71232B87" w14:textId="77777777" w:rsidR="00A856B8" w:rsidRPr="005A5548" w:rsidRDefault="00A856B8" w:rsidP="00F52FA9">
            <w:pPr>
              <w:rPr>
                <w:rFonts w:cs="Arial"/>
                <w:bCs/>
              </w:rPr>
            </w:pPr>
            <w:r>
              <w:rPr>
                <w:rFonts w:cs="Arial"/>
                <w:bCs/>
              </w:rPr>
              <w:t>Original</w:t>
            </w:r>
          </w:p>
        </w:tc>
        <w:tc>
          <w:tcPr>
            <w:tcW w:w="2737" w:type="pct"/>
            <w:vAlign w:val="bottom"/>
          </w:tcPr>
          <w:p w14:paraId="6D49D705" w14:textId="77777777" w:rsidR="00A856B8" w:rsidRPr="005A5548" w:rsidRDefault="00A856B8" w:rsidP="00F52FA9">
            <w:pPr>
              <w:rPr>
                <w:rFonts w:cs="Arial"/>
                <w:b/>
              </w:rPr>
            </w:pPr>
          </w:p>
        </w:tc>
      </w:tr>
      <w:tr w:rsidR="00A856B8" w:rsidRPr="005A5548" w14:paraId="31111228" w14:textId="77777777" w:rsidTr="00F52FA9">
        <w:trPr>
          <w:trHeight w:val="49"/>
        </w:trPr>
        <w:tc>
          <w:tcPr>
            <w:tcW w:w="2263" w:type="pct"/>
            <w:shd w:val="clear" w:color="auto" w:fill="auto"/>
            <w:tcMar>
              <w:top w:w="15" w:type="dxa"/>
              <w:left w:w="108" w:type="dxa"/>
              <w:bottom w:w="0" w:type="dxa"/>
              <w:right w:w="108" w:type="dxa"/>
            </w:tcMar>
            <w:vAlign w:val="bottom"/>
          </w:tcPr>
          <w:p w14:paraId="351EA21E" w14:textId="77777777" w:rsidR="00A856B8" w:rsidRPr="005A5548" w:rsidRDefault="00A856B8" w:rsidP="00F52FA9">
            <w:pPr>
              <w:rPr>
                <w:rFonts w:cs="Arial"/>
                <w:bCs/>
              </w:rPr>
            </w:pPr>
            <w:r>
              <w:rPr>
                <w:rFonts w:cs="Arial"/>
                <w:bCs/>
              </w:rPr>
              <w:t>WAGCM1</w:t>
            </w:r>
          </w:p>
        </w:tc>
        <w:tc>
          <w:tcPr>
            <w:tcW w:w="2737" w:type="pct"/>
            <w:vAlign w:val="bottom"/>
          </w:tcPr>
          <w:p w14:paraId="733E1DFB" w14:textId="77777777" w:rsidR="00A856B8" w:rsidRPr="005A5548" w:rsidRDefault="00A856B8" w:rsidP="00F52FA9">
            <w:pPr>
              <w:rPr>
                <w:rFonts w:cs="Arial"/>
                <w:b/>
              </w:rPr>
            </w:pPr>
          </w:p>
        </w:tc>
      </w:tr>
    </w:tbl>
    <w:p w14:paraId="6CECA4A9" w14:textId="77777777" w:rsidR="00A856B8" w:rsidRDefault="00A856B8" w:rsidP="00A856B8"/>
    <w:p w14:paraId="4D75C9A0" w14:textId="77777777" w:rsidR="00CA0D40" w:rsidRDefault="00CA0D40" w:rsidP="00E17F6E">
      <w:pPr>
        <w:rPr>
          <w:rFonts w:cs="Arial"/>
          <w:b/>
          <w:u w:val="single"/>
        </w:rPr>
      </w:pPr>
    </w:p>
    <w:p w14:paraId="3AC4DE0F"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E17F6E">
        <w:rPr>
          <w:b/>
          <w:color w:val="F26522" w:themeColor="accent1"/>
          <w:sz w:val="24"/>
        </w:rPr>
        <w:t>b</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2D87C49C" w14:textId="77777777" w:rsidR="00CA0D40" w:rsidRPr="00E57DAF" w:rsidRDefault="00CA0D40" w:rsidP="00E57DAF">
      <w:pPr>
        <w:ind w:left="-426"/>
        <w:rPr>
          <w:sz w:val="24"/>
        </w:rPr>
      </w:pPr>
      <w:r w:rsidRPr="00E57DAF">
        <w:rPr>
          <w:sz w:val="24"/>
        </w:rPr>
        <w:t>Which option is the best? (Baseline, Proposer solution (Original Proposal), WA</w:t>
      </w:r>
      <w:r w:rsidR="00E86689">
        <w:rPr>
          <w:sz w:val="24"/>
        </w:rPr>
        <w:t>G</w:t>
      </w:r>
      <w:r w:rsidRPr="00E57DAF">
        <w:rPr>
          <w:sz w:val="24"/>
        </w:rPr>
        <w:t>CM1 or WA</w:t>
      </w:r>
      <w:r w:rsidR="00E86689">
        <w:rPr>
          <w:sz w:val="24"/>
        </w:rPr>
        <w:t>G</w:t>
      </w:r>
      <w:r w:rsidRPr="00E57DAF">
        <w:rPr>
          <w:sz w:val="24"/>
        </w:rPr>
        <w:t>CM2)</w:t>
      </w:r>
    </w:p>
    <w:p w14:paraId="4C8E625F"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2383"/>
        <w:gridCol w:w="2545"/>
        <w:gridCol w:w="2543"/>
      </w:tblGrid>
      <w:tr w:rsidR="00627908" w:rsidRPr="005A5548" w14:paraId="65B42170" w14:textId="77777777" w:rsidTr="009A24AE">
        <w:trPr>
          <w:trHeight w:val="636"/>
        </w:trPr>
        <w:tc>
          <w:tcPr>
            <w:tcW w:w="1043" w:type="pct"/>
            <w:shd w:val="clear" w:color="auto" w:fill="F26522" w:themeFill="accent1"/>
            <w:tcMar>
              <w:top w:w="15" w:type="dxa"/>
              <w:left w:w="108" w:type="dxa"/>
              <w:bottom w:w="0" w:type="dxa"/>
              <w:right w:w="108" w:type="dxa"/>
            </w:tcMar>
            <w:hideMark/>
          </w:tcPr>
          <w:p w14:paraId="0D60BE37" w14:textId="77777777" w:rsidR="00627908" w:rsidRPr="001F5F82" w:rsidRDefault="00627908" w:rsidP="00EC7ECF">
            <w:pPr>
              <w:rPr>
                <w:rFonts w:cs="Arial"/>
                <w:b/>
                <w:bCs/>
                <w:color w:val="FFFFFF"/>
              </w:rPr>
            </w:pPr>
            <w:r w:rsidRPr="005A5548">
              <w:rPr>
                <w:rFonts w:cs="Arial"/>
                <w:b/>
                <w:bCs/>
                <w:color w:val="FFFFFF"/>
              </w:rPr>
              <w:t>Workgroup Member</w:t>
            </w:r>
          </w:p>
        </w:tc>
        <w:tc>
          <w:tcPr>
            <w:tcW w:w="1262" w:type="pct"/>
            <w:shd w:val="clear" w:color="auto" w:fill="F26522" w:themeFill="accent1"/>
          </w:tcPr>
          <w:p w14:paraId="536E0671" w14:textId="77777777" w:rsidR="00627908" w:rsidRPr="005A5548" w:rsidRDefault="00627908" w:rsidP="00EC7ECF">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3EF9FB50" w14:textId="77777777" w:rsidR="00627908" w:rsidRPr="005A5548" w:rsidRDefault="00627908" w:rsidP="00EC7ECF">
            <w:pPr>
              <w:rPr>
                <w:rFonts w:cs="Arial"/>
                <w:b/>
                <w:color w:val="FFFFFF"/>
              </w:rPr>
            </w:pPr>
            <w:r w:rsidRPr="005A5548">
              <w:rPr>
                <w:rFonts w:cs="Arial"/>
                <w:b/>
                <w:bCs/>
                <w:color w:val="FFFFFF"/>
              </w:rPr>
              <w:t>BEST Option?</w:t>
            </w:r>
          </w:p>
        </w:tc>
        <w:tc>
          <w:tcPr>
            <w:tcW w:w="1347" w:type="pct"/>
            <w:shd w:val="clear" w:color="auto" w:fill="F26522" w:themeFill="accent1"/>
          </w:tcPr>
          <w:p w14:paraId="172AF2DF"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FA5391" w:rsidRPr="005A5548" w14:paraId="6A3EA492" w14:textId="77777777" w:rsidTr="00EC2EC1">
        <w:trPr>
          <w:trHeight w:val="55"/>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4A73AA04" w14:textId="2F770E8D" w:rsidR="00FA5391" w:rsidRPr="00345F00" w:rsidRDefault="00FA5391" w:rsidP="00FA5391">
            <w:pPr>
              <w:rPr>
                <w:rFonts w:cs="Arial"/>
              </w:rPr>
            </w:pPr>
            <w:r w:rsidRPr="004D59C9">
              <w:rPr>
                <w:rFonts w:asciiTheme="minorHAnsi" w:hAnsiTheme="minorHAnsi" w:cstheme="minorHAnsi"/>
                <w:kern w:val="24"/>
                <w:sz w:val="24"/>
              </w:rPr>
              <w:t>Alastair Frew</w:t>
            </w:r>
          </w:p>
        </w:tc>
        <w:tc>
          <w:tcPr>
            <w:tcW w:w="1262" w:type="pct"/>
            <w:vAlign w:val="bottom"/>
          </w:tcPr>
          <w:p w14:paraId="524E3D9C"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1E9E6191" w14:textId="77777777" w:rsidR="00FA5391" w:rsidRPr="005A5548" w:rsidRDefault="00FA5391" w:rsidP="00FA5391">
            <w:pPr>
              <w:rPr>
                <w:rFonts w:cs="Arial"/>
                <w:b/>
              </w:rPr>
            </w:pPr>
          </w:p>
        </w:tc>
        <w:tc>
          <w:tcPr>
            <w:tcW w:w="1347" w:type="pct"/>
          </w:tcPr>
          <w:p w14:paraId="3D11ADA0" w14:textId="77777777" w:rsidR="00FA5391" w:rsidRPr="005A5548" w:rsidRDefault="00FA5391" w:rsidP="00FA5391">
            <w:pPr>
              <w:rPr>
                <w:rFonts w:cs="Arial"/>
                <w:b/>
              </w:rPr>
            </w:pPr>
          </w:p>
        </w:tc>
      </w:tr>
      <w:tr w:rsidR="00FA5391" w:rsidRPr="005A5548" w14:paraId="68898CD9" w14:textId="77777777" w:rsidTr="00EC2EC1">
        <w:trPr>
          <w:trHeight w:val="55"/>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0488F63B" w14:textId="1AEA01F9" w:rsidR="00FA5391" w:rsidRPr="00345F00" w:rsidRDefault="00FA5391" w:rsidP="00FA5391">
            <w:pPr>
              <w:rPr>
                <w:rFonts w:cs="Arial"/>
              </w:rPr>
            </w:pPr>
            <w:r w:rsidRPr="004D59C9">
              <w:rPr>
                <w:rFonts w:asciiTheme="minorHAnsi" w:hAnsiTheme="minorHAnsi" w:cstheme="minorHAnsi"/>
                <w:kern w:val="24"/>
                <w:sz w:val="24"/>
              </w:rPr>
              <w:t>Andrew McLeod</w:t>
            </w:r>
          </w:p>
        </w:tc>
        <w:tc>
          <w:tcPr>
            <w:tcW w:w="1262" w:type="pct"/>
            <w:vAlign w:val="bottom"/>
          </w:tcPr>
          <w:p w14:paraId="155AD5F5"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58CEC509" w14:textId="77777777" w:rsidR="00FA5391" w:rsidRPr="005A5548" w:rsidRDefault="00FA5391" w:rsidP="00FA5391">
            <w:pPr>
              <w:rPr>
                <w:rFonts w:cs="Arial"/>
                <w:b/>
              </w:rPr>
            </w:pPr>
          </w:p>
        </w:tc>
        <w:tc>
          <w:tcPr>
            <w:tcW w:w="1347" w:type="pct"/>
          </w:tcPr>
          <w:p w14:paraId="0F69CA7B" w14:textId="77777777" w:rsidR="00FA5391" w:rsidRPr="005A5548" w:rsidRDefault="00FA5391" w:rsidP="00FA5391">
            <w:pPr>
              <w:rPr>
                <w:rFonts w:cs="Arial"/>
                <w:b/>
              </w:rPr>
            </w:pPr>
          </w:p>
        </w:tc>
      </w:tr>
      <w:tr w:rsidR="00FA5391" w:rsidRPr="005A5548" w14:paraId="1B342601" w14:textId="77777777" w:rsidTr="00EC2EC1">
        <w:trPr>
          <w:trHeight w:val="55"/>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7FED5B90" w14:textId="0F08A2AF" w:rsidR="00FA5391" w:rsidRPr="00345F00" w:rsidRDefault="00FA5391" w:rsidP="00FA5391">
            <w:pPr>
              <w:rPr>
                <w:rFonts w:cs="Arial"/>
              </w:rPr>
            </w:pPr>
            <w:r w:rsidRPr="004D59C9">
              <w:rPr>
                <w:rFonts w:asciiTheme="minorHAnsi" w:hAnsiTheme="minorHAnsi" w:cstheme="minorHAnsi"/>
                <w:kern w:val="24"/>
                <w:sz w:val="24"/>
              </w:rPr>
              <w:t xml:space="preserve">Andrew </w:t>
            </w:r>
            <w:proofErr w:type="spellStart"/>
            <w:r w:rsidRPr="004D59C9">
              <w:rPr>
                <w:rFonts w:asciiTheme="minorHAnsi" w:hAnsiTheme="minorHAnsi" w:cstheme="minorHAnsi"/>
                <w:kern w:val="24"/>
                <w:sz w:val="24"/>
              </w:rPr>
              <w:t>Vaudin</w:t>
            </w:r>
            <w:proofErr w:type="spellEnd"/>
          </w:p>
        </w:tc>
        <w:tc>
          <w:tcPr>
            <w:tcW w:w="1262" w:type="pct"/>
            <w:vAlign w:val="bottom"/>
          </w:tcPr>
          <w:p w14:paraId="4FDE9162"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287C3000" w14:textId="77777777" w:rsidR="00FA5391" w:rsidRPr="005A5548" w:rsidRDefault="00FA5391" w:rsidP="00FA5391">
            <w:pPr>
              <w:rPr>
                <w:rFonts w:cs="Arial"/>
                <w:b/>
              </w:rPr>
            </w:pPr>
          </w:p>
        </w:tc>
        <w:tc>
          <w:tcPr>
            <w:tcW w:w="1347" w:type="pct"/>
          </w:tcPr>
          <w:p w14:paraId="3F4A29D8" w14:textId="77777777" w:rsidR="00FA5391" w:rsidRPr="005A5548" w:rsidRDefault="00FA5391" w:rsidP="00FA5391">
            <w:pPr>
              <w:rPr>
                <w:rFonts w:cs="Arial"/>
                <w:b/>
              </w:rPr>
            </w:pPr>
          </w:p>
        </w:tc>
      </w:tr>
      <w:tr w:rsidR="00FA5391" w:rsidRPr="005A5548" w14:paraId="6867E4DB" w14:textId="77777777" w:rsidTr="00EC2EC1">
        <w:trPr>
          <w:trHeight w:val="64"/>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1F2F06C0" w14:textId="4DFDEA26" w:rsidR="00FA5391" w:rsidRPr="00345F00" w:rsidRDefault="00FA5391" w:rsidP="00FA5391">
            <w:pPr>
              <w:rPr>
                <w:rFonts w:cs="Arial"/>
              </w:rPr>
            </w:pPr>
            <w:r>
              <w:rPr>
                <w:rFonts w:asciiTheme="minorHAnsi" w:hAnsiTheme="minorHAnsi" w:cstheme="minorHAnsi"/>
                <w:kern w:val="24"/>
                <w:sz w:val="24"/>
              </w:rPr>
              <w:t xml:space="preserve">Bill </w:t>
            </w:r>
            <w:proofErr w:type="spellStart"/>
            <w:r>
              <w:rPr>
                <w:rFonts w:asciiTheme="minorHAnsi" w:hAnsiTheme="minorHAnsi" w:cstheme="minorHAnsi"/>
                <w:kern w:val="24"/>
                <w:sz w:val="24"/>
              </w:rPr>
              <w:t>D’Albertanson</w:t>
            </w:r>
            <w:proofErr w:type="spellEnd"/>
          </w:p>
        </w:tc>
        <w:tc>
          <w:tcPr>
            <w:tcW w:w="1262" w:type="pct"/>
            <w:vAlign w:val="bottom"/>
          </w:tcPr>
          <w:p w14:paraId="6A22BADB"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51674BDC" w14:textId="77777777" w:rsidR="00FA5391" w:rsidRPr="005A5548" w:rsidRDefault="00FA5391" w:rsidP="00FA5391">
            <w:pPr>
              <w:rPr>
                <w:rFonts w:cs="Arial"/>
                <w:b/>
              </w:rPr>
            </w:pPr>
          </w:p>
        </w:tc>
        <w:tc>
          <w:tcPr>
            <w:tcW w:w="1347" w:type="pct"/>
          </w:tcPr>
          <w:p w14:paraId="02D60AC5" w14:textId="77777777" w:rsidR="00FA5391" w:rsidRPr="005A5548" w:rsidRDefault="00FA5391" w:rsidP="00FA5391">
            <w:pPr>
              <w:rPr>
                <w:rFonts w:cs="Arial"/>
                <w:b/>
              </w:rPr>
            </w:pPr>
          </w:p>
        </w:tc>
      </w:tr>
      <w:tr w:rsidR="00FA5391" w:rsidRPr="005A5548" w14:paraId="3DBE22AD" w14:textId="77777777" w:rsidTr="00EC2EC1">
        <w:trPr>
          <w:trHeight w:val="64"/>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1F7B8D8D" w14:textId="1AD40D2C" w:rsidR="00FA5391" w:rsidRPr="00345F00" w:rsidRDefault="00FA5391" w:rsidP="00FA5391">
            <w:pPr>
              <w:rPr>
                <w:rFonts w:cs="Arial"/>
              </w:rPr>
            </w:pPr>
            <w:r w:rsidRPr="004D59C9">
              <w:rPr>
                <w:rFonts w:asciiTheme="minorHAnsi" w:hAnsiTheme="minorHAnsi" w:cstheme="minorHAnsi"/>
                <w:kern w:val="24"/>
                <w:sz w:val="24"/>
              </w:rPr>
              <w:t>Garth Graham</w:t>
            </w:r>
          </w:p>
        </w:tc>
        <w:tc>
          <w:tcPr>
            <w:tcW w:w="1262" w:type="pct"/>
            <w:vAlign w:val="bottom"/>
          </w:tcPr>
          <w:p w14:paraId="61F21D6E"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2060028B" w14:textId="77777777" w:rsidR="00FA5391" w:rsidRPr="005A5548" w:rsidRDefault="00FA5391" w:rsidP="00FA5391">
            <w:pPr>
              <w:rPr>
                <w:rFonts w:cs="Arial"/>
                <w:b/>
              </w:rPr>
            </w:pPr>
          </w:p>
        </w:tc>
        <w:tc>
          <w:tcPr>
            <w:tcW w:w="1347" w:type="pct"/>
          </w:tcPr>
          <w:p w14:paraId="1E4E5275" w14:textId="77777777" w:rsidR="00FA5391" w:rsidRPr="005A5548" w:rsidRDefault="00FA5391" w:rsidP="00FA5391">
            <w:pPr>
              <w:rPr>
                <w:rFonts w:cs="Arial"/>
                <w:b/>
              </w:rPr>
            </w:pPr>
          </w:p>
        </w:tc>
      </w:tr>
      <w:tr w:rsidR="00FA5391" w:rsidRPr="005A5548" w14:paraId="2F46CB6A" w14:textId="77777777" w:rsidTr="00EC2EC1">
        <w:trPr>
          <w:trHeight w:val="64"/>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42452E53" w14:textId="21CF7838" w:rsidR="00FA5391" w:rsidRPr="00345F00" w:rsidRDefault="00FA5391" w:rsidP="00FA5391">
            <w:pPr>
              <w:rPr>
                <w:rFonts w:cs="Arial"/>
              </w:rPr>
            </w:pPr>
            <w:r w:rsidRPr="004D59C9">
              <w:rPr>
                <w:rFonts w:asciiTheme="minorHAnsi" w:hAnsiTheme="minorHAnsi" w:cstheme="minorHAnsi"/>
                <w:kern w:val="24"/>
                <w:sz w:val="24"/>
              </w:rPr>
              <w:t xml:space="preserve">Graeme Vincent </w:t>
            </w:r>
          </w:p>
        </w:tc>
        <w:tc>
          <w:tcPr>
            <w:tcW w:w="1262" w:type="pct"/>
            <w:vAlign w:val="bottom"/>
          </w:tcPr>
          <w:p w14:paraId="730EFA12"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209C6F2A" w14:textId="77777777" w:rsidR="00FA5391" w:rsidRPr="005A5548" w:rsidRDefault="00FA5391" w:rsidP="00FA5391">
            <w:pPr>
              <w:rPr>
                <w:rFonts w:cs="Arial"/>
                <w:b/>
              </w:rPr>
            </w:pPr>
          </w:p>
        </w:tc>
        <w:tc>
          <w:tcPr>
            <w:tcW w:w="1347" w:type="pct"/>
          </w:tcPr>
          <w:p w14:paraId="2C616404" w14:textId="77777777" w:rsidR="00FA5391" w:rsidRPr="005A5548" w:rsidRDefault="00FA5391" w:rsidP="00FA5391">
            <w:pPr>
              <w:rPr>
                <w:rFonts w:cs="Arial"/>
                <w:b/>
              </w:rPr>
            </w:pPr>
          </w:p>
        </w:tc>
      </w:tr>
      <w:tr w:rsidR="00FA5391" w:rsidRPr="005A5548" w14:paraId="240DBABE" w14:textId="77777777" w:rsidTr="00EC2EC1">
        <w:trPr>
          <w:trHeight w:val="55"/>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671DC328" w14:textId="55661E4F" w:rsidR="00FA5391" w:rsidRPr="00345F00" w:rsidRDefault="00FA5391" w:rsidP="00FA5391">
            <w:pPr>
              <w:rPr>
                <w:rFonts w:cs="Arial"/>
              </w:rPr>
            </w:pPr>
            <w:r w:rsidRPr="004D59C9">
              <w:rPr>
                <w:rFonts w:asciiTheme="minorHAnsi" w:hAnsiTheme="minorHAnsi" w:cstheme="minorHAnsi"/>
                <w:kern w:val="24"/>
                <w:sz w:val="24"/>
              </w:rPr>
              <w:t>Graz Macdonald</w:t>
            </w:r>
          </w:p>
        </w:tc>
        <w:tc>
          <w:tcPr>
            <w:tcW w:w="1262" w:type="pct"/>
            <w:vAlign w:val="bottom"/>
          </w:tcPr>
          <w:p w14:paraId="7BD4CADE"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2D7791B9" w14:textId="77777777" w:rsidR="00FA5391" w:rsidRPr="005A5548" w:rsidRDefault="00FA5391" w:rsidP="00FA5391">
            <w:pPr>
              <w:rPr>
                <w:rFonts w:cs="Arial"/>
                <w:b/>
              </w:rPr>
            </w:pPr>
          </w:p>
        </w:tc>
        <w:tc>
          <w:tcPr>
            <w:tcW w:w="1347" w:type="pct"/>
          </w:tcPr>
          <w:p w14:paraId="5F1E2F69" w14:textId="77777777" w:rsidR="00FA5391" w:rsidRPr="005A5548" w:rsidRDefault="00FA5391" w:rsidP="00FA5391">
            <w:pPr>
              <w:rPr>
                <w:rFonts w:cs="Arial"/>
                <w:b/>
              </w:rPr>
            </w:pPr>
          </w:p>
        </w:tc>
      </w:tr>
      <w:tr w:rsidR="00FA5391" w:rsidRPr="005A5548" w14:paraId="240E6721" w14:textId="77777777" w:rsidTr="00EC2EC1">
        <w:trPr>
          <w:trHeight w:val="55"/>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3DC1DE92" w14:textId="7397FAC1" w:rsidR="00FA5391" w:rsidRPr="00345F00" w:rsidRDefault="00FA5391" w:rsidP="00FA5391">
            <w:pPr>
              <w:rPr>
                <w:rFonts w:cs="Arial"/>
              </w:rPr>
            </w:pPr>
            <w:r w:rsidRPr="004D59C9">
              <w:rPr>
                <w:rFonts w:asciiTheme="minorHAnsi" w:hAnsiTheme="minorHAnsi" w:cstheme="minorHAnsi"/>
                <w:kern w:val="24"/>
                <w:sz w:val="24"/>
              </w:rPr>
              <w:lastRenderedPageBreak/>
              <w:t>Gwyn Jones</w:t>
            </w:r>
          </w:p>
        </w:tc>
        <w:tc>
          <w:tcPr>
            <w:tcW w:w="1262" w:type="pct"/>
            <w:vAlign w:val="bottom"/>
          </w:tcPr>
          <w:p w14:paraId="51844ED2"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5BD0A894" w14:textId="77777777" w:rsidR="00FA5391" w:rsidRPr="005A5548" w:rsidRDefault="00FA5391" w:rsidP="00FA5391">
            <w:pPr>
              <w:rPr>
                <w:rFonts w:cs="Arial"/>
                <w:b/>
              </w:rPr>
            </w:pPr>
          </w:p>
        </w:tc>
        <w:tc>
          <w:tcPr>
            <w:tcW w:w="1347" w:type="pct"/>
          </w:tcPr>
          <w:p w14:paraId="6EE00AE2" w14:textId="77777777" w:rsidR="00FA5391" w:rsidRPr="005A5548" w:rsidRDefault="00FA5391" w:rsidP="00FA5391">
            <w:pPr>
              <w:rPr>
                <w:rFonts w:cs="Arial"/>
                <w:b/>
              </w:rPr>
            </w:pPr>
          </w:p>
        </w:tc>
      </w:tr>
      <w:tr w:rsidR="00D64835" w:rsidRPr="005A5548" w14:paraId="666D2970" w14:textId="77777777" w:rsidTr="00EC2EC1">
        <w:trPr>
          <w:trHeight w:val="55"/>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FFFFF" w:themeFill="background1"/>
            <w:tcMar>
              <w:top w:w="15" w:type="dxa"/>
              <w:left w:w="108" w:type="dxa"/>
              <w:bottom w:w="0" w:type="dxa"/>
              <w:right w:w="108" w:type="dxa"/>
            </w:tcMar>
          </w:tcPr>
          <w:p w14:paraId="007E1326" w14:textId="66F7CAB9" w:rsidR="00D64835" w:rsidRPr="004D59C9" w:rsidRDefault="00D64835" w:rsidP="00FA5391">
            <w:pPr>
              <w:rPr>
                <w:rFonts w:asciiTheme="minorHAnsi" w:hAnsiTheme="minorHAnsi" w:cstheme="minorHAnsi"/>
                <w:kern w:val="24"/>
                <w:sz w:val="24"/>
              </w:rPr>
            </w:pPr>
            <w:r>
              <w:rPr>
                <w:rFonts w:asciiTheme="minorHAnsi" w:hAnsiTheme="minorHAnsi" w:cstheme="minorHAnsi"/>
                <w:kern w:val="24"/>
                <w:sz w:val="24"/>
              </w:rPr>
              <w:t>Lewis Morgan</w:t>
            </w:r>
          </w:p>
        </w:tc>
        <w:tc>
          <w:tcPr>
            <w:tcW w:w="1262" w:type="pct"/>
            <w:vAlign w:val="bottom"/>
          </w:tcPr>
          <w:p w14:paraId="7FB153D8" w14:textId="4974467B" w:rsidR="00D64835" w:rsidRPr="005A5548" w:rsidRDefault="00D64835" w:rsidP="00FA5391">
            <w:pPr>
              <w:rPr>
                <w:rFonts w:cs="Arial"/>
                <w:b/>
              </w:rPr>
            </w:pPr>
          </w:p>
        </w:tc>
        <w:tc>
          <w:tcPr>
            <w:tcW w:w="1348" w:type="pct"/>
            <w:shd w:val="clear" w:color="auto" w:fill="auto"/>
            <w:tcMar>
              <w:top w:w="15" w:type="dxa"/>
              <w:left w:w="108" w:type="dxa"/>
              <w:bottom w:w="0" w:type="dxa"/>
              <w:right w:w="108" w:type="dxa"/>
            </w:tcMar>
            <w:vAlign w:val="center"/>
          </w:tcPr>
          <w:p w14:paraId="50EA8AC4" w14:textId="77777777" w:rsidR="00D64835" w:rsidRPr="005A5548" w:rsidRDefault="00D64835" w:rsidP="00FA5391">
            <w:pPr>
              <w:rPr>
                <w:rFonts w:cs="Arial"/>
                <w:b/>
              </w:rPr>
            </w:pPr>
          </w:p>
        </w:tc>
        <w:tc>
          <w:tcPr>
            <w:tcW w:w="1347" w:type="pct"/>
          </w:tcPr>
          <w:p w14:paraId="50DA6BFA" w14:textId="77777777" w:rsidR="00D64835" w:rsidRPr="005A5548" w:rsidRDefault="00D64835" w:rsidP="00FA5391">
            <w:pPr>
              <w:rPr>
                <w:rFonts w:cs="Arial"/>
                <w:b/>
              </w:rPr>
            </w:pPr>
          </w:p>
        </w:tc>
      </w:tr>
      <w:tr w:rsidR="00FA5391" w:rsidRPr="005A5548" w14:paraId="686F0C05" w14:textId="77777777" w:rsidTr="00EC2EC1">
        <w:trPr>
          <w:trHeight w:val="55"/>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Mar>
              <w:top w:w="15" w:type="dxa"/>
              <w:left w:w="108" w:type="dxa"/>
              <w:bottom w:w="0" w:type="dxa"/>
              <w:right w:w="108" w:type="dxa"/>
            </w:tcMar>
          </w:tcPr>
          <w:p w14:paraId="57972D89" w14:textId="2D8BE33F" w:rsidR="00FA5391" w:rsidRPr="00345F00" w:rsidRDefault="00FA5391" w:rsidP="00FA5391">
            <w:pPr>
              <w:rPr>
                <w:rFonts w:cs="Arial"/>
              </w:rPr>
            </w:pPr>
            <w:r w:rsidRPr="004D59C9">
              <w:rPr>
                <w:rFonts w:asciiTheme="minorHAnsi" w:hAnsiTheme="minorHAnsi" w:cstheme="minorHAnsi"/>
                <w:sz w:val="24"/>
              </w:rPr>
              <w:t xml:space="preserve">Michelle Macdonald </w:t>
            </w:r>
          </w:p>
        </w:tc>
        <w:tc>
          <w:tcPr>
            <w:tcW w:w="1262" w:type="pct"/>
            <w:vAlign w:val="bottom"/>
          </w:tcPr>
          <w:p w14:paraId="5DBAC4B9"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6119D2E2" w14:textId="77777777" w:rsidR="00FA5391" w:rsidRPr="005A5548" w:rsidRDefault="00FA5391" w:rsidP="00FA5391">
            <w:pPr>
              <w:rPr>
                <w:rFonts w:cs="Arial"/>
                <w:b/>
              </w:rPr>
            </w:pPr>
          </w:p>
        </w:tc>
        <w:tc>
          <w:tcPr>
            <w:tcW w:w="1347" w:type="pct"/>
          </w:tcPr>
          <w:p w14:paraId="36BC1499" w14:textId="77777777" w:rsidR="00FA5391" w:rsidRPr="005A5548" w:rsidRDefault="00FA5391" w:rsidP="00FA5391">
            <w:pPr>
              <w:rPr>
                <w:rFonts w:cs="Arial"/>
                <w:b/>
              </w:rPr>
            </w:pPr>
          </w:p>
        </w:tc>
      </w:tr>
      <w:tr w:rsidR="00FA5391" w:rsidRPr="005A5548" w14:paraId="7EF2F52F" w14:textId="77777777" w:rsidTr="00EC2EC1">
        <w:trPr>
          <w:trHeight w:val="64"/>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Mar>
              <w:top w:w="15" w:type="dxa"/>
              <w:left w:w="108" w:type="dxa"/>
              <w:bottom w:w="0" w:type="dxa"/>
              <w:right w:w="108" w:type="dxa"/>
            </w:tcMar>
          </w:tcPr>
          <w:p w14:paraId="44AE4880" w14:textId="04763AE6" w:rsidR="00FA5391" w:rsidRPr="00345F00" w:rsidRDefault="00FA5391" w:rsidP="00FA5391">
            <w:pPr>
              <w:rPr>
                <w:rFonts w:cs="Arial"/>
              </w:rPr>
            </w:pPr>
            <w:r w:rsidRPr="004D59C9">
              <w:rPr>
                <w:rFonts w:asciiTheme="minorHAnsi" w:hAnsiTheme="minorHAnsi" w:cstheme="minorHAnsi"/>
                <w:sz w:val="24"/>
              </w:rPr>
              <w:t>Priyanka Mohapatra</w:t>
            </w:r>
          </w:p>
        </w:tc>
        <w:tc>
          <w:tcPr>
            <w:tcW w:w="1262" w:type="pct"/>
            <w:vAlign w:val="bottom"/>
          </w:tcPr>
          <w:p w14:paraId="6D201EA7"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0444E9CD" w14:textId="77777777" w:rsidR="00FA5391" w:rsidRPr="005A5548" w:rsidRDefault="00FA5391" w:rsidP="00FA5391">
            <w:pPr>
              <w:rPr>
                <w:rFonts w:cs="Arial"/>
                <w:b/>
              </w:rPr>
            </w:pPr>
          </w:p>
        </w:tc>
        <w:tc>
          <w:tcPr>
            <w:tcW w:w="1347" w:type="pct"/>
          </w:tcPr>
          <w:p w14:paraId="62CA1E22" w14:textId="77777777" w:rsidR="00FA5391" w:rsidRPr="005A5548" w:rsidRDefault="00FA5391" w:rsidP="00FA5391">
            <w:pPr>
              <w:rPr>
                <w:rFonts w:cs="Arial"/>
                <w:b/>
              </w:rPr>
            </w:pPr>
          </w:p>
        </w:tc>
      </w:tr>
      <w:tr w:rsidR="00FA5391" w:rsidRPr="005A5548" w14:paraId="236B3365" w14:textId="77777777" w:rsidTr="00EC2EC1">
        <w:trPr>
          <w:trHeight w:val="64"/>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Mar>
              <w:top w:w="15" w:type="dxa"/>
              <w:left w:w="108" w:type="dxa"/>
              <w:bottom w:w="0" w:type="dxa"/>
              <w:right w:w="108" w:type="dxa"/>
            </w:tcMar>
          </w:tcPr>
          <w:p w14:paraId="55A65F2D" w14:textId="0C638513" w:rsidR="00FA5391" w:rsidRPr="00345F00" w:rsidRDefault="00FA5391" w:rsidP="00FA5391">
            <w:pPr>
              <w:rPr>
                <w:rFonts w:cs="Arial"/>
              </w:rPr>
            </w:pPr>
            <w:r w:rsidRPr="004D59C9">
              <w:rPr>
                <w:rFonts w:asciiTheme="minorHAnsi" w:hAnsiTheme="minorHAnsi" w:cstheme="minorHAnsi"/>
                <w:sz w:val="24"/>
              </w:rPr>
              <w:t>Robert Longden</w:t>
            </w:r>
          </w:p>
        </w:tc>
        <w:tc>
          <w:tcPr>
            <w:tcW w:w="1262" w:type="pct"/>
            <w:vAlign w:val="bottom"/>
          </w:tcPr>
          <w:p w14:paraId="6A9E2CDE"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512C3396" w14:textId="77777777" w:rsidR="00FA5391" w:rsidRPr="005A5548" w:rsidRDefault="00FA5391" w:rsidP="00FA5391">
            <w:pPr>
              <w:rPr>
                <w:rFonts w:cs="Arial"/>
                <w:b/>
              </w:rPr>
            </w:pPr>
          </w:p>
        </w:tc>
        <w:tc>
          <w:tcPr>
            <w:tcW w:w="1347" w:type="pct"/>
          </w:tcPr>
          <w:p w14:paraId="27C3F3C2" w14:textId="77777777" w:rsidR="00FA5391" w:rsidRPr="005A5548" w:rsidRDefault="00FA5391" w:rsidP="00FA5391">
            <w:pPr>
              <w:rPr>
                <w:rFonts w:cs="Arial"/>
                <w:b/>
              </w:rPr>
            </w:pPr>
          </w:p>
        </w:tc>
      </w:tr>
      <w:tr w:rsidR="00FA5391" w:rsidRPr="005A5548" w14:paraId="1BBE35E7" w14:textId="77777777" w:rsidTr="00EC2EC1">
        <w:trPr>
          <w:trHeight w:val="64"/>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Mar>
              <w:top w:w="15" w:type="dxa"/>
              <w:left w:w="108" w:type="dxa"/>
              <w:bottom w:w="0" w:type="dxa"/>
              <w:right w:w="108" w:type="dxa"/>
            </w:tcMar>
          </w:tcPr>
          <w:p w14:paraId="629F5BF7" w14:textId="2C1D0C94" w:rsidR="00FA5391" w:rsidRPr="00345F00" w:rsidRDefault="00FA5391" w:rsidP="00FA5391">
            <w:pPr>
              <w:rPr>
                <w:rFonts w:cs="Arial"/>
              </w:rPr>
            </w:pPr>
            <w:r w:rsidRPr="004D59C9">
              <w:rPr>
                <w:rFonts w:asciiTheme="minorHAnsi" w:hAnsiTheme="minorHAnsi" w:cstheme="minorHAnsi"/>
                <w:sz w:val="24"/>
              </w:rPr>
              <w:t>Sade Adenola</w:t>
            </w:r>
          </w:p>
        </w:tc>
        <w:tc>
          <w:tcPr>
            <w:tcW w:w="1262" w:type="pct"/>
            <w:vAlign w:val="bottom"/>
          </w:tcPr>
          <w:p w14:paraId="16980E5D"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626BD462" w14:textId="77777777" w:rsidR="00FA5391" w:rsidRPr="005A5548" w:rsidRDefault="00FA5391" w:rsidP="00FA5391">
            <w:pPr>
              <w:rPr>
                <w:rFonts w:cs="Arial"/>
                <w:b/>
              </w:rPr>
            </w:pPr>
          </w:p>
        </w:tc>
        <w:tc>
          <w:tcPr>
            <w:tcW w:w="1347" w:type="pct"/>
          </w:tcPr>
          <w:p w14:paraId="5DBFA232" w14:textId="77777777" w:rsidR="00FA5391" w:rsidRPr="005A5548" w:rsidRDefault="00FA5391" w:rsidP="00FA5391">
            <w:pPr>
              <w:rPr>
                <w:rFonts w:cs="Arial"/>
                <w:b/>
              </w:rPr>
            </w:pPr>
          </w:p>
        </w:tc>
      </w:tr>
      <w:tr w:rsidR="00FA5391" w:rsidRPr="005A5548" w14:paraId="19E2FCF5" w14:textId="77777777" w:rsidTr="00EC2EC1">
        <w:trPr>
          <w:trHeight w:val="55"/>
        </w:trPr>
        <w:tc>
          <w:tcPr>
            <w:tcW w:w="1043"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Mar>
              <w:top w:w="15" w:type="dxa"/>
              <w:left w:w="108" w:type="dxa"/>
              <w:bottom w:w="0" w:type="dxa"/>
              <w:right w:w="108" w:type="dxa"/>
            </w:tcMar>
          </w:tcPr>
          <w:p w14:paraId="6B269B4F" w14:textId="2DE358E9" w:rsidR="00FA5391" w:rsidRPr="00345F00" w:rsidRDefault="00FA5391" w:rsidP="00FA5391">
            <w:pPr>
              <w:rPr>
                <w:rFonts w:cs="Arial"/>
              </w:rPr>
            </w:pPr>
            <w:r w:rsidRPr="004D59C9">
              <w:rPr>
                <w:rFonts w:asciiTheme="minorHAnsi" w:hAnsiTheme="minorHAnsi" w:cstheme="minorHAnsi"/>
                <w:sz w:val="24"/>
              </w:rPr>
              <w:t>Tolu Esan</w:t>
            </w:r>
          </w:p>
        </w:tc>
        <w:tc>
          <w:tcPr>
            <w:tcW w:w="1262" w:type="pct"/>
            <w:vAlign w:val="bottom"/>
          </w:tcPr>
          <w:p w14:paraId="43210EF9" w14:textId="77777777" w:rsidR="00FA5391" w:rsidRPr="005A5548" w:rsidRDefault="00FA5391" w:rsidP="00FA5391">
            <w:pPr>
              <w:rPr>
                <w:rFonts w:cs="Arial"/>
                <w:b/>
              </w:rPr>
            </w:pPr>
          </w:p>
        </w:tc>
        <w:tc>
          <w:tcPr>
            <w:tcW w:w="1348" w:type="pct"/>
            <w:shd w:val="clear" w:color="auto" w:fill="auto"/>
            <w:tcMar>
              <w:top w:w="15" w:type="dxa"/>
              <w:left w:w="108" w:type="dxa"/>
              <w:bottom w:w="0" w:type="dxa"/>
              <w:right w:w="108" w:type="dxa"/>
            </w:tcMar>
            <w:vAlign w:val="center"/>
          </w:tcPr>
          <w:p w14:paraId="6648483D" w14:textId="77777777" w:rsidR="00FA5391" w:rsidRPr="005A5548" w:rsidRDefault="00FA5391" w:rsidP="00FA5391">
            <w:pPr>
              <w:rPr>
                <w:rFonts w:cs="Arial"/>
                <w:b/>
              </w:rPr>
            </w:pPr>
          </w:p>
        </w:tc>
        <w:tc>
          <w:tcPr>
            <w:tcW w:w="1347" w:type="pct"/>
          </w:tcPr>
          <w:p w14:paraId="7E082792" w14:textId="77777777" w:rsidR="00FA5391" w:rsidRPr="005A5548" w:rsidRDefault="00FA5391" w:rsidP="00FA5391">
            <w:pPr>
              <w:rPr>
                <w:rFonts w:cs="Arial"/>
                <w:b/>
              </w:rPr>
            </w:pPr>
          </w:p>
        </w:tc>
      </w:tr>
    </w:tbl>
    <w:p w14:paraId="49F672CE" w14:textId="77777777" w:rsidR="007E2B1A" w:rsidRDefault="007E2B1A"/>
    <w:sectPr w:rsidR="007E2B1A" w:rsidSect="0006725A">
      <w:headerReference w:type="even" r:id="rId11"/>
      <w:headerReference w:type="default" r:id="rId12"/>
      <w:footerReference w:type="even" r:id="rId13"/>
      <w:footerReference w:type="default" r:id="rId14"/>
      <w:headerReference w:type="first" r:id="rId15"/>
      <w:footerReference w:type="first" r:id="rId16"/>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2AAEC" w14:textId="77777777" w:rsidR="00826C54" w:rsidRDefault="00826C54" w:rsidP="0006725A">
      <w:pPr>
        <w:spacing w:line="240" w:lineRule="auto"/>
      </w:pPr>
      <w:r>
        <w:separator/>
      </w:r>
    </w:p>
  </w:endnote>
  <w:endnote w:type="continuationSeparator" w:id="0">
    <w:p w14:paraId="02706F3E" w14:textId="77777777" w:rsidR="00826C54" w:rsidRDefault="00826C54"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A04C" w14:textId="77777777" w:rsidR="00055EE4" w:rsidRDefault="00055E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E32B4"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3C6BD1FF" w14:textId="77777777" w:rsidR="00B305B6" w:rsidRDefault="00826C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B5CF5" w14:textId="77777777" w:rsidR="00055EE4" w:rsidRDefault="00055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656A3" w14:textId="77777777" w:rsidR="00826C54" w:rsidRDefault="00826C54" w:rsidP="0006725A">
      <w:pPr>
        <w:spacing w:line="240" w:lineRule="auto"/>
      </w:pPr>
      <w:r>
        <w:separator/>
      </w:r>
    </w:p>
  </w:footnote>
  <w:footnote w:type="continuationSeparator" w:id="0">
    <w:p w14:paraId="033B4C51" w14:textId="77777777" w:rsidR="00826C54" w:rsidRDefault="00826C54"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F0025" w14:textId="77777777" w:rsidR="00055EE4" w:rsidRDefault="00055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ACA74" w14:textId="77777777" w:rsidR="00A63A1C" w:rsidRDefault="00055EE4" w:rsidP="00A63A1C">
    <w:pPr>
      <w:pStyle w:val="Header"/>
      <w:ind w:left="720" w:firstLine="720"/>
      <w:jc w:val="right"/>
    </w:pPr>
    <w:r w:rsidRPr="00055EE4">
      <w:rPr>
        <w:noProof/>
      </w:rPr>
      <w:drawing>
        <wp:anchor distT="0" distB="0" distL="114300" distR="114300" simplePos="0" relativeHeight="251658240" behindDoc="1" locked="0" layoutInCell="1" allowOverlap="1" wp14:anchorId="60A93B65" wp14:editId="57587DA9">
          <wp:simplePos x="0" y="0"/>
          <wp:positionH relativeFrom="margin">
            <wp:align>left</wp:align>
          </wp:positionH>
          <wp:positionV relativeFrom="paragraph">
            <wp:posOffset>-83127</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p>
  <w:p w14:paraId="49656B07" w14:textId="77777777" w:rsidR="004B76AD" w:rsidRDefault="00826C54" w:rsidP="00A63A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3444A" w14:textId="77777777" w:rsidR="00055EE4" w:rsidRDefault="00055E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21858"/>
    <w:multiLevelType w:val="hybridMultilevel"/>
    <w:tmpl w:val="25CA3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0B48"/>
    <w:multiLevelType w:val="hybridMultilevel"/>
    <w:tmpl w:val="47D08CE0"/>
    <w:lvl w:ilvl="0" w:tplc="7446020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9"/>
  </w:num>
  <w:num w:numId="5">
    <w:abstractNumId w:val="12"/>
  </w:num>
  <w:num w:numId="6">
    <w:abstractNumId w:val="5"/>
  </w:num>
  <w:num w:numId="7">
    <w:abstractNumId w:val="8"/>
  </w:num>
  <w:num w:numId="8">
    <w:abstractNumId w:val="14"/>
  </w:num>
  <w:num w:numId="9">
    <w:abstractNumId w:val="4"/>
  </w:num>
  <w:num w:numId="10">
    <w:abstractNumId w:val="3"/>
  </w:num>
  <w:num w:numId="11">
    <w:abstractNumId w:val="2"/>
  </w:num>
  <w:num w:numId="12">
    <w:abstractNumId w:val="10"/>
  </w:num>
  <w:num w:numId="13">
    <w:abstractNumId w:val="11"/>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8CD"/>
    <w:rsid w:val="00032994"/>
    <w:rsid w:val="00052AA3"/>
    <w:rsid w:val="00055EE4"/>
    <w:rsid w:val="00056499"/>
    <w:rsid w:val="0006725A"/>
    <w:rsid w:val="000678E4"/>
    <w:rsid w:val="00072297"/>
    <w:rsid w:val="00075759"/>
    <w:rsid w:val="000A6F49"/>
    <w:rsid w:val="000B39C6"/>
    <w:rsid w:val="000C08E0"/>
    <w:rsid w:val="000C4B80"/>
    <w:rsid w:val="000D146E"/>
    <w:rsid w:val="000D32F7"/>
    <w:rsid w:val="000D650A"/>
    <w:rsid w:val="000E273C"/>
    <w:rsid w:val="000F29B4"/>
    <w:rsid w:val="00101C71"/>
    <w:rsid w:val="001040BE"/>
    <w:rsid w:val="00120E3B"/>
    <w:rsid w:val="0012195F"/>
    <w:rsid w:val="00122EA2"/>
    <w:rsid w:val="00132DB3"/>
    <w:rsid w:val="00145A1F"/>
    <w:rsid w:val="001A4B87"/>
    <w:rsid w:val="001A7669"/>
    <w:rsid w:val="001C44FE"/>
    <w:rsid w:val="001C5ABA"/>
    <w:rsid w:val="001F2D80"/>
    <w:rsid w:val="001F5F82"/>
    <w:rsid w:val="001F6CDB"/>
    <w:rsid w:val="001F741A"/>
    <w:rsid w:val="001F7E62"/>
    <w:rsid w:val="00217075"/>
    <w:rsid w:val="00231506"/>
    <w:rsid w:val="00244186"/>
    <w:rsid w:val="002561B6"/>
    <w:rsid w:val="00260FA6"/>
    <w:rsid w:val="00273C97"/>
    <w:rsid w:val="00274BF4"/>
    <w:rsid w:val="00276E4B"/>
    <w:rsid w:val="002963E9"/>
    <w:rsid w:val="002A78AF"/>
    <w:rsid w:val="002C5453"/>
    <w:rsid w:val="002D26B2"/>
    <w:rsid w:val="002D2F08"/>
    <w:rsid w:val="002D7074"/>
    <w:rsid w:val="002E2FE8"/>
    <w:rsid w:val="002E610D"/>
    <w:rsid w:val="002E63C8"/>
    <w:rsid w:val="0030697D"/>
    <w:rsid w:val="003071C6"/>
    <w:rsid w:val="00321E8C"/>
    <w:rsid w:val="00330039"/>
    <w:rsid w:val="0033015F"/>
    <w:rsid w:val="00332A08"/>
    <w:rsid w:val="00335656"/>
    <w:rsid w:val="00345F00"/>
    <w:rsid w:val="00354747"/>
    <w:rsid w:val="00360A58"/>
    <w:rsid w:val="00365749"/>
    <w:rsid w:val="00384EE0"/>
    <w:rsid w:val="0038687D"/>
    <w:rsid w:val="00386948"/>
    <w:rsid w:val="003B51E4"/>
    <w:rsid w:val="003B77E5"/>
    <w:rsid w:val="003C179A"/>
    <w:rsid w:val="003C29AC"/>
    <w:rsid w:val="003C4078"/>
    <w:rsid w:val="003C60F9"/>
    <w:rsid w:val="003C6C26"/>
    <w:rsid w:val="003D0FB5"/>
    <w:rsid w:val="003D1D51"/>
    <w:rsid w:val="003D290D"/>
    <w:rsid w:val="003E6A2F"/>
    <w:rsid w:val="00401BC2"/>
    <w:rsid w:val="004046AC"/>
    <w:rsid w:val="00421AC9"/>
    <w:rsid w:val="004365FB"/>
    <w:rsid w:val="00441BF4"/>
    <w:rsid w:val="004800AB"/>
    <w:rsid w:val="004B07AB"/>
    <w:rsid w:val="004B3FA6"/>
    <w:rsid w:val="004D59C9"/>
    <w:rsid w:val="004F2A28"/>
    <w:rsid w:val="004F4B0C"/>
    <w:rsid w:val="005307B1"/>
    <w:rsid w:val="00540819"/>
    <w:rsid w:val="00540D4E"/>
    <w:rsid w:val="00560D6D"/>
    <w:rsid w:val="005642DC"/>
    <w:rsid w:val="00577FDE"/>
    <w:rsid w:val="005C78CD"/>
    <w:rsid w:val="005D46AF"/>
    <w:rsid w:val="005F1E5A"/>
    <w:rsid w:val="005F6008"/>
    <w:rsid w:val="006103A5"/>
    <w:rsid w:val="00611470"/>
    <w:rsid w:val="00614691"/>
    <w:rsid w:val="0061550B"/>
    <w:rsid w:val="0062318E"/>
    <w:rsid w:val="00627908"/>
    <w:rsid w:val="00627EDB"/>
    <w:rsid w:val="0063071F"/>
    <w:rsid w:val="006329D3"/>
    <w:rsid w:val="0063548A"/>
    <w:rsid w:val="006419C1"/>
    <w:rsid w:val="0065683A"/>
    <w:rsid w:val="0065753A"/>
    <w:rsid w:val="00666196"/>
    <w:rsid w:val="00677103"/>
    <w:rsid w:val="00680EE3"/>
    <w:rsid w:val="00683210"/>
    <w:rsid w:val="00683EA0"/>
    <w:rsid w:val="0069312D"/>
    <w:rsid w:val="006C7158"/>
    <w:rsid w:val="006D6ECC"/>
    <w:rsid w:val="007108D2"/>
    <w:rsid w:val="007110C2"/>
    <w:rsid w:val="00713E51"/>
    <w:rsid w:val="007143F4"/>
    <w:rsid w:val="007326A0"/>
    <w:rsid w:val="007564CE"/>
    <w:rsid w:val="00760AB5"/>
    <w:rsid w:val="007727DD"/>
    <w:rsid w:val="00790944"/>
    <w:rsid w:val="00790E02"/>
    <w:rsid w:val="00794A5E"/>
    <w:rsid w:val="007B3D99"/>
    <w:rsid w:val="007B5F2D"/>
    <w:rsid w:val="007C1512"/>
    <w:rsid w:val="007D0BAB"/>
    <w:rsid w:val="007E2B1A"/>
    <w:rsid w:val="008026B9"/>
    <w:rsid w:val="00811809"/>
    <w:rsid w:val="008148CB"/>
    <w:rsid w:val="00816BAC"/>
    <w:rsid w:val="00822480"/>
    <w:rsid w:val="00823163"/>
    <w:rsid w:val="00826C54"/>
    <w:rsid w:val="00836CFF"/>
    <w:rsid w:val="00851E50"/>
    <w:rsid w:val="00851ECB"/>
    <w:rsid w:val="00867B72"/>
    <w:rsid w:val="008764B5"/>
    <w:rsid w:val="008816C2"/>
    <w:rsid w:val="008B1F23"/>
    <w:rsid w:val="008B4C16"/>
    <w:rsid w:val="008B6E31"/>
    <w:rsid w:val="008C6D89"/>
    <w:rsid w:val="008D369C"/>
    <w:rsid w:val="008D77A9"/>
    <w:rsid w:val="008F16E5"/>
    <w:rsid w:val="008F223B"/>
    <w:rsid w:val="00907E2D"/>
    <w:rsid w:val="00942A23"/>
    <w:rsid w:val="009557EF"/>
    <w:rsid w:val="009624EA"/>
    <w:rsid w:val="00994292"/>
    <w:rsid w:val="009A24AE"/>
    <w:rsid w:val="009B7B31"/>
    <w:rsid w:val="009E0165"/>
    <w:rsid w:val="009E4298"/>
    <w:rsid w:val="009E4BA2"/>
    <w:rsid w:val="009E5084"/>
    <w:rsid w:val="009F2624"/>
    <w:rsid w:val="00A028F1"/>
    <w:rsid w:val="00A10CD1"/>
    <w:rsid w:val="00A111E2"/>
    <w:rsid w:val="00A1645D"/>
    <w:rsid w:val="00A17CA0"/>
    <w:rsid w:val="00A33530"/>
    <w:rsid w:val="00A56ECB"/>
    <w:rsid w:val="00A6464D"/>
    <w:rsid w:val="00A66C4A"/>
    <w:rsid w:val="00A80DC5"/>
    <w:rsid w:val="00A856B8"/>
    <w:rsid w:val="00A92142"/>
    <w:rsid w:val="00AA44E2"/>
    <w:rsid w:val="00AC4CF2"/>
    <w:rsid w:val="00AC6817"/>
    <w:rsid w:val="00AD1F3F"/>
    <w:rsid w:val="00AD67F7"/>
    <w:rsid w:val="00B26E35"/>
    <w:rsid w:val="00B34376"/>
    <w:rsid w:val="00B5205C"/>
    <w:rsid w:val="00B657DD"/>
    <w:rsid w:val="00B730A4"/>
    <w:rsid w:val="00B7318D"/>
    <w:rsid w:val="00B75DF3"/>
    <w:rsid w:val="00B9481E"/>
    <w:rsid w:val="00B97BDE"/>
    <w:rsid w:val="00BD020A"/>
    <w:rsid w:val="00BE2538"/>
    <w:rsid w:val="00BE2F53"/>
    <w:rsid w:val="00BF0C7F"/>
    <w:rsid w:val="00BF60DA"/>
    <w:rsid w:val="00C15BA8"/>
    <w:rsid w:val="00C204B9"/>
    <w:rsid w:val="00C34CCE"/>
    <w:rsid w:val="00C40FA8"/>
    <w:rsid w:val="00C829CD"/>
    <w:rsid w:val="00CA0D40"/>
    <w:rsid w:val="00CA53B9"/>
    <w:rsid w:val="00CB6146"/>
    <w:rsid w:val="00CC6E43"/>
    <w:rsid w:val="00CD2B56"/>
    <w:rsid w:val="00CD3428"/>
    <w:rsid w:val="00CE613B"/>
    <w:rsid w:val="00CF795B"/>
    <w:rsid w:val="00D029C7"/>
    <w:rsid w:val="00D124D4"/>
    <w:rsid w:val="00D13E6F"/>
    <w:rsid w:val="00D14DB8"/>
    <w:rsid w:val="00D179EE"/>
    <w:rsid w:val="00D3707B"/>
    <w:rsid w:val="00D64835"/>
    <w:rsid w:val="00D715F8"/>
    <w:rsid w:val="00D9239D"/>
    <w:rsid w:val="00DD16A0"/>
    <w:rsid w:val="00DD64A6"/>
    <w:rsid w:val="00DF10F2"/>
    <w:rsid w:val="00DF7692"/>
    <w:rsid w:val="00E07678"/>
    <w:rsid w:val="00E17F6E"/>
    <w:rsid w:val="00E41F07"/>
    <w:rsid w:val="00E44D8B"/>
    <w:rsid w:val="00E57DAF"/>
    <w:rsid w:val="00E63832"/>
    <w:rsid w:val="00E75C8E"/>
    <w:rsid w:val="00E84D18"/>
    <w:rsid w:val="00E86689"/>
    <w:rsid w:val="00EB1523"/>
    <w:rsid w:val="00EB7828"/>
    <w:rsid w:val="00EC7ECF"/>
    <w:rsid w:val="00ED102C"/>
    <w:rsid w:val="00EF495F"/>
    <w:rsid w:val="00EF6704"/>
    <w:rsid w:val="00F20303"/>
    <w:rsid w:val="00F23797"/>
    <w:rsid w:val="00F30BDF"/>
    <w:rsid w:val="00F369AC"/>
    <w:rsid w:val="00F51984"/>
    <w:rsid w:val="00F61649"/>
    <w:rsid w:val="00F711FA"/>
    <w:rsid w:val="00F72ED7"/>
    <w:rsid w:val="00F75115"/>
    <w:rsid w:val="00F96086"/>
    <w:rsid w:val="00FA5391"/>
    <w:rsid w:val="00FB6E46"/>
    <w:rsid w:val="00FC73E3"/>
    <w:rsid w:val="00FD1EBC"/>
    <w:rsid w:val="00FE4B91"/>
    <w:rsid w:val="00FE7E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C7C32"/>
  <w15:chartTrackingRefBased/>
  <w15:docId w15:val="{EBEFCE3C-82F4-488E-BE79-ED94BFDFB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BF0C7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581244">
      <w:bodyDiv w:val="1"/>
      <w:marLeft w:val="0"/>
      <w:marRight w:val="0"/>
      <w:marTop w:val="0"/>
      <w:marBottom w:val="0"/>
      <w:divBdr>
        <w:top w:val="none" w:sz="0" w:space="0" w:color="auto"/>
        <w:left w:val="none" w:sz="0" w:space="0" w:color="auto"/>
        <w:bottom w:val="none" w:sz="0" w:space="0" w:color="auto"/>
        <w:right w:val="none" w:sz="0" w:space="0" w:color="auto"/>
      </w:divBdr>
    </w:div>
    <w:div w:id="133733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4.%20Workgroup%20voting%20templates\Grid%20Code%20Alternative%20and%20Workgroup%20Votev4.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FB4D1975-F79D-4248-8282-EC07C26E8F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8B002A-A061-469F-89D2-250C9F15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Grid Code Alternative and Workgroup Votev4.dotx</Template>
  <TotalTime>165</TotalTime>
  <Pages>7</Pages>
  <Words>1197</Words>
  <Characters>6825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 Admin</dc:creator>
  <cp:keywords/>
  <dc:description/>
  <cp:lastModifiedBy>John-Okwesa(ESO), Banke</cp:lastModifiedBy>
  <cp:revision>4</cp:revision>
  <dcterms:created xsi:type="dcterms:W3CDTF">2023-03-14T17:03:00Z</dcterms:created>
  <dcterms:modified xsi:type="dcterms:W3CDTF">2023-03-28T10:41:00Z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